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FC411" w14:textId="492CBECB" w:rsidR="00D12283" w:rsidRDefault="002C462A" w:rsidP="00D12283">
      <w:pPr>
        <w:pStyle w:val="a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7CAF93BD" wp14:editId="4EACC3AD">
                <wp:simplePos x="0" y="0"/>
                <wp:positionH relativeFrom="page">
                  <wp:posOffset>2447925</wp:posOffset>
                </wp:positionH>
                <wp:positionV relativeFrom="page">
                  <wp:posOffset>2200275</wp:posOffset>
                </wp:positionV>
                <wp:extent cx="2114550" cy="182245"/>
                <wp:effectExtent l="0" t="0" r="0" b="8255"/>
                <wp:wrapNone/>
                <wp:docPr id="5" name="Text Box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14550" cy="1822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62B5A6" w14:textId="2E8ADDD8" w:rsidR="002C462A" w:rsidRPr="002C462A" w:rsidRDefault="002C462A" w:rsidP="006012BE">
                            <w:pPr>
                              <w:shd w:val="clear" w:color="auto" w:fill="F8F8F8"/>
                              <w:autoSpaceDE w:val="0"/>
                              <w:autoSpaceDN w:val="0"/>
                              <w:adjustRightInd w:val="0"/>
                              <w:ind w:right="150"/>
                              <w:rPr>
                                <w:szCs w:val="28"/>
                                <w:lang w:val="x-none"/>
                              </w:rPr>
                            </w:pPr>
                            <w:r w:rsidRPr="002C462A">
                              <w:rPr>
                                <w:szCs w:val="28"/>
                              </w:rPr>
                              <w:t>1</w:t>
                            </w:r>
                            <w:r w:rsidRPr="002C462A">
                              <w:rPr>
                                <w:szCs w:val="28"/>
                                <w:lang w:val="x-none"/>
                              </w:rPr>
                              <w:t>53-013-01-08-219</w:t>
                            </w:r>
                          </w:p>
                          <w:p w14:paraId="4BDF6411" w14:textId="77777777" w:rsidR="002C462A" w:rsidRDefault="002C462A" w:rsidP="002C462A">
                            <w:pPr>
                              <w:shd w:val="clear" w:color="auto" w:fill="F8F8F8"/>
                              <w:autoSpaceDE w:val="0"/>
                              <w:autoSpaceDN w:val="0"/>
                              <w:adjustRightInd w:val="0"/>
                              <w:ind w:left="150" w:right="150"/>
                              <w:rPr>
                                <w:rFonts w:ascii="Segoe UI" w:hAnsi="Segoe UI" w:cs="Segoe UI"/>
                                <w:sz w:val="18"/>
                                <w:szCs w:val="18"/>
                                <w:lang w:val="x-none"/>
                              </w:rPr>
                            </w:pPr>
                          </w:p>
                          <w:p w14:paraId="2FE03B42" w14:textId="4841C656"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AF93BD" id="_x0000_t202" coordsize="21600,21600" o:spt="202" path="m,l,21600r21600,l21600,xe">
                <v:stroke joinstyle="miter"/>
                <v:path gradientshapeok="t" o:connecttype="rect"/>
              </v:shapetype>
              <v:shape id="Text Box 265" o:spid="_x0000_s1026" type="#_x0000_t202" style="position:absolute;margin-left:192.75pt;margin-top:173.25pt;width:166.5pt;height:14.35pt;z-index: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" filled="f" stroked="f">
                <v:textbox inset="0,0,0,0">
                  <w:txbxContent>
                    <w:p w14:paraId="1E62B5A6" w14:textId="2E8ADDD8" w:rsidR="002C462A" w:rsidRPr="002C462A" w:rsidRDefault="002C462A" w:rsidP="006012BE">
                      <w:pPr>
                        <w:shd w:val="clear" w:color="auto" w:fill="F8F8F8"/>
                        <w:autoSpaceDE w:val="0"/>
                        <w:autoSpaceDN w:val="0"/>
                        <w:adjustRightInd w:val="0"/>
                        <w:ind w:right="150"/>
                        <w:rPr>
                          <w:szCs w:val="28"/>
                          <w:lang w:val="x-none"/>
                        </w:rPr>
                      </w:pPr>
                      <w:r w:rsidRPr="002C462A">
                        <w:rPr>
                          <w:szCs w:val="28"/>
                        </w:rPr>
                        <w:t>1</w:t>
                      </w:r>
                      <w:r w:rsidRPr="002C462A">
                        <w:rPr>
                          <w:szCs w:val="28"/>
                          <w:lang w:val="x-none"/>
                        </w:rPr>
                        <w:t>53-013-01-08-219</w:t>
                      </w:r>
                    </w:p>
                    <w:p w14:paraId="4BDF6411" w14:textId="77777777" w:rsidR="002C462A" w:rsidRDefault="002C462A" w:rsidP="002C462A">
                      <w:pPr>
                        <w:shd w:val="clear" w:color="auto" w:fill="F8F8F8"/>
                        <w:autoSpaceDE w:val="0"/>
                        <w:autoSpaceDN w:val="0"/>
                        <w:adjustRightInd w:val="0"/>
                        <w:ind w:left="150" w:right="150"/>
                        <w:rPr>
                          <w:rFonts w:ascii="Segoe UI" w:hAnsi="Segoe UI" w:cs="Segoe UI"/>
                          <w:sz w:val="18"/>
                          <w:szCs w:val="18"/>
                          <w:lang w:val="x-none"/>
                        </w:rPr>
                      </w:pPr>
                    </w:p>
                    <w:p w14:paraId="2FE03B42" w14:textId="4841C656"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07265"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63E62F93" wp14:editId="54A0478A">
                <wp:simplePos x="0" y="0"/>
                <wp:positionH relativeFrom="page">
                  <wp:posOffset>1137684</wp:posOffset>
                </wp:positionH>
                <wp:positionV relativeFrom="page">
                  <wp:posOffset>2828259</wp:posOffset>
                </wp:positionV>
                <wp:extent cx="3000375" cy="1105787"/>
                <wp:effectExtent l="0" t="0" r="9525" b="18415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00375" cy="110578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0755B" w14:textId="5A58142A" w:rsidR="00F07265" w:rsidRPr="00F07265" w:rsidRDefault="00DD2865" w:rsidP="00746594">
                            <w:pPr>
                              <w:spacing w:line="240" w:lineRule="exact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Cs w:val="28"/>
                              </w:rPr>
                              <w:t xml:space="preserve"> </w:t>
                            </w:r>
                            <w:r w:rsidR="00F07265" w:rsidRPr="00F07265">
                              <w:rPr>
                                <w:b/>
                              </w:rPr>
                              <w:t xml:space="preserve">О предоставлении проекта решения </w:t>
                            </w:r>
                          </w:p>
                          <w:p w14:paraId="5472FCC6" w14:textId="025A14D0" w:rsidR="00F07265" w:rsidRDefault="00F07265" w:rsidP="00746594">
                            <w:pPr>
                              <w:pStyle w:val="a4"/>
                              <w:spacing w:after="0"/>
                              <w:jc w:val="both"/>
                            </w:pPr>
                            <w:r>
                              <w:t>«О бюджете Соликамского городского округа на 202</w:t>
                            </w:r>
                            <w:r w:rsidR="00F02653">
                              <w:t>2</w:t>
                            </w:r>
                            <w:r>
                              <w:t xml:space="preserve"> год и плановый период 202</w:t>
                            </w:r>
                            <w:r w:rsidR="00F02653">
                              <w:t>3</w:t>
                            </w:r>
                            <w:r>
                              <w:t xml:space="preserve"> и 202</w:t>
                            </w:r>
                            <w:r w:rsidR="00F02653">
                              <w:t>4</w:t>
                            </w:r>
                            <w:r>
                              <w:t xml:space="preserve"> годов» ко 2 чтению</w:t>
                            </w:r>
                          </w:p>
                          <w:p w14:paraId="138B6EBC" w14:textId="77777777" w:rsidR="00C0106F" w:rsidRPr="00C0106F" w:rsidRDefault="00C0106F" w:rsidP="00C0106F">
                            <w:pPr>
                              <w:rPr>
                                <w:rFonts w:ascii="Calibri" w:eastAsia="Calibri" w:hAnsi="Calibri"/>
                                <w:b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  <w:p w14:paraId="1F8515E1" w14:textId="77777777" w:rsidR="008724B5" w:rsidRPr="008724B5" w:rsidRDefault="008724B5" w:rsidP="008724B5">
                            <w:pPr>
                              <w:pStyle w:val="a4"/>
                              <w:spacing w:after="0"/>
                              <w:contextualSpacing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E62F93" id="Text Box 1" o:spid="_x0000_s1027" type="#_x0000_t202" style="position:absolute;margin-left:89.6pt;margin-top:222.7pt;width:236.25pt;height:87.05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" filled="f" stroked="f">
                <v:textbox inset="0,0,0,0">
                  <w:txbxContent>
                    <w:p w14:paraId="2A10755B" w14:textId="5A58142A" w:rsidR="00F07265" w:rsidRPr="00F07265" w:rsidRDefault="00DD2865" w:rsidP="00746594">
                      <w:pPr>
                        <w:spacing w:line="240" w:lineRule="exact"/>
                        <w:rPr>
                          <w:b/>
                        </w:rPr>
                      </w:pPr>
                      <w:r>
                        <w:rPr>
                          <w:b/>
                          <w:szCs w:val="28"/>
                        </w:rPr>
                        <w:t xml:space="preserve"> </w:t>
                      </w:r>
                      <w:r w:rsidR="00F07265" w:rsidRPr="00F07265">
                        <w:rPr>
                          <w:b/>
                        </w:rPr>
                        <w:t xml:space="preserve">О предоставлении проекта решения </w:t>
                      </w:r>
                    </w:p>
                    <w:p w14:paraId="5472FCC6" w14:textId="025A14D0" w:rsidR="00F07265" w:rsidRDefault="00F07265" w:rsidP="00746594">
                      <w:pPr>
                        <w:pStyle w:val="a4"/>
                        <w:spacing w:after="0"/>
                        <w:jc w:val="both"/>
                      </w:pPr>
                      <w:r>
                        <w:t>«О бюджете Соликамского городского округа на 202</w:t>
                      </w:r>
                      <w:r w:rsidR="00F02653">
                        <w:t>2</w:t>
                      </w:r>
                      <w:r>
                        <w:t xml:space="preserve"> год и плановый период 202</w:t>
                      </w:r>
                      <w:r w:rsidR="00F02653">
                        <w:t>3</w:t>
                      </w:r>
                      <w:r>
                        <w:t xml:space="preserve"> и 202</w:t>
                      </w:r>
                      <w:r w:rsidR="00F02653">
                        <w:t>4</w:t>
                      </w:r>
                      <w:r>
                        <w:t xml:space="preserve"> годов» ко 2 чтению</w:t>
                      </w:r>
                    </w:p>
                    <w:p w14:paraId="138B6EBC" w14:textId="77777777" w:rsidR="00C0106F" w:rsidRPr="00C0106F" w:rsidRDefault="00C0106F" w:rsidP="00C0106F">
                      <w:pPr>
                        <w:rPr>
                          <w:rFonts w:ascii="Calibri" w:eastAsia="Calibri" w:hAnsi="Calibri"/>
                          <w:b/>
                          <w:sz w:val="22"/>
                          <w:szCs w:val="22"/>
                          <w:lang w:eastAsia="en-US"/>
                        </w:rPr>
                      </w:pPr>
                    </w:p>
                    <w:p w14:paraId="1F8515E1" w14:textId="77777777" w:rsidR="008724B5" w:rsidRPr="008724B5" w:rsidRDefault="008724B5" w:rsidP="008724B5">
                      <w:pPr>
                        <w:pStyle w:val="a4"/>
                        <w:spacing w:after="0"/>
                        <w:contextualSpacing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07265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5299E863" wp14:editId="2D9D0189">
                <wp:simplePos x="0" y="0"/>
                <wp:positionH relativeFrom="page">
                  <wp:posOffset>1052623</wp:posOffset>
                </wp:positionH>
                <wp:positionV relativeFrom="page">
                  <wp:posOffset>2179674</wp:posOffset>
                </wp:positionV>
                <wp:extent cx="1297172" cy="204146"/>
                <wp:effectExtent l="0" t="0" r="17780" b="5715"/>
                <wp:wrapNone/>
                <wp:docPr id="1" name="Text Box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7172" cy="20414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1A484C" w14:textId="2395E9A5" w:rsidR="008E0D07" w:rsidRPr="00F919B8" w:rsidRDefault="00C13E67" w:rsidP="00C64590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  <w:r>
                              <w:rPr>
                                <w:szCs w:val="28"/>
                              </w:rPr>
                              <w:t xml:space="preserve"> </w:t>
                            </w:r>
                            <w:r w:rsidR="00CB2E24">
                              <w:rPr>
                                <w:szCs w:val="28"/>
                              </w:rPr>
                              <w:t>26.</w:t>
                            </w:r>
                            <w:r w:rsidR="00DD2900">
                              <w:rPr>
                                <w:szCs w:val="28"/>
                              </w:rPr>
                              <w:t>11</w:t>
                            </w:r>
                            <w:r w:rsidR="00F07265" w:rsidRPr="00916804">
                              <w:rPr>
                                <w:szCs w:val="28"/>
                              </w:rPr>
                              <w:t>.202</w:t>
                            </w:r>
                            <w:r w:rsidR="00F02653">
                              <w:rPr>
                                <w:szCs w:val="28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99E863" id="Text Box 264" o:spid="_x0000_s1028" type="#_x0000_t202" style="position:absolute;margin-left:82.9pt;margin-top:171.65pt;width:102.15pt;height:16.05pt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" filled="f" stroked="f">
                <v:textbox inset="0,0,0,0">
                  <w:txbxContent>
                    <w:p w14:paraId="0E1A484C" w14:textId="2395E9A5" w:rsidR="008E0D07" w:rsidRPr="00F919B8" w:rsidRDefault="00C13E67" w:rsidP="00C64590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  <w:r>
                        <w:rPr>
                          <w:szCs w:val="28"/>
                        </w:rPr>
                        <w:t xml:space="preserve"> </w:t>
                      </w:r>
                      <w:r w:rsidR="00CB2E24">
                        <w:rPr>
                          <w:szCs w:val="28"/>
                        </w:rPr>
                        <w:t>26.</w:t>
                      </w:r>
                      <w:r w:rsidR="00DD2900">
                        <w:rPr>
                          <w:szCs w:val="28"/>
                        </w:rPr>
                        <w:t>11</w:t>
                      </w:r>
                      <w:r w:rsidR="00F07265" w:rsidRPr="00916804">
                        <w:rPr>
                          <w:szCs w:val="28"/>
                        </w:rPr>
                        <w:t>.202</w:t>
                      </w:r>
                      <w:r w:rsidR="00F02653">
                        <w:rPr>
                          <w:szCs w:val="28"/>
                        </w:rPr>
                        <w:t>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07265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C87DEA" wp14:editId="68A9F83A">
                <wp:simplePos x="0" y="0"/>
                <wp:positionH relativeFrom="page">
                  <wp:posOffset>4486940</wp:posOffset>
                </wp:positionH>
                <wp:positionV relativeFrom="page">
                  <wp:posOffset>1233377</wp:posOffset>
                </wp:positionV>
                <wp:extent cx="2701925" cy="1594883"/>
                <wp:effectExtent l="0" t="0" r="3175" b="5715"/>
                <wp:wrapNone/>
                <wp:docPr id="3" name="Text Box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1925" cy="15948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33BB33" w14:textId="77777777" w:rsidR="00F07265" w:rsidRPr="00DC2B9A" w:rsidRDefault="00DD2865" w:rsidP="00F07265">
                            <w:pPr>
                              <w:pStyle w:val="ab"/>
                            </w:pPr>
                            <w:r>
                              <w:t xml:space="preserve"> </w:t>
                            </w:r>
                            <w:r w:rsidR="00F07265" w:rsidRPr="00DC2B9A">
                              <w:t>Дума</w:t>
                            </w:r>
                            <w:r w:rsidR="00F07265" w:rsidRPr="00C3202A">
                              <w:t xml:space="preserve"> </w:t>
                            </w:r>
                            <w:r w:rsidR="00F07265" w:rsidRPr="00DC2B9A">
                              <w:t>Соликамск</w:t>
                            </w:r>
                            <w:r w:rsidR="00F07265">
                              <w:t>ого</w:t>
                            </w:r>
                            <w:r w:rsidR="00F07265" w:rsidRPr="00DC2B9A">
                              <w:t xml:space="preserve"> городск</w:t>
                            </w:r>
                            <w:r w:rsidR="00F07265">
                              <w:t>ого округа</w:t>
                            </w:r>
                          </w:p>
                          <w:p w14:paraId="20A1517F" w14:textId="77777777" w:rsidR="00F07265" w:rsidRPr="00DC2B9A" w:rsidRDefault="00F07265" w:rsidP="00F07265">
                            <w:pPr>
                              <w:pStyle w:val="ab"/>
                            </w:pPr>
                            <w:r>
                              <w:t xml:space="preserve">                                                                                     Рабочая группа </w:t>
                            </w:r>
                            <w:r w:rsidRPr="00DC2B9A">
                              <w:rPr>
                                <w:bCs/>
                                <w:color w:val="000000"/>
                                <w:spacing w:val="-1"/>
                                <w:szCs w:val="28"/>
                              </w:rPr>
                              <w:t xml:space="preserve">по подготовке проекта решения </w:t>
                            </w:r>
                            <w:r w:rsidRPr="00DC2B9A">
                              <w:t>Дум</w:t>
                            </w:r>
                            <w:r>
                              <w:t>ы</w:t>
                            </w:r>
                            <w:r w:rsidRPr="00C3202A">
                              <w:t xml:space="preserve"> </w:t>
                            </w:r>
                            <w:r w:rsidRPr="00DC2B9A">
                              <w:t>Соликамск</w:t>
                            </w:r>
                            <w:r>
                              <w:t>ого</w:t>
                            </w:r>
                            <w:r w:rsidRPr="00DC2B9A">
                              <w:t xml:space="preserve"> городск</w:t>
                            </w:r>
                            <w:r>
                              <w:t>ого округа</w:t>
                            </w:r>
                          </w:p>
                          <w:p w14:paraId="67C030ED" w14:textId="40A7A50C" w:rsidR="00F07265" w:rsidRDefault="00F07265" w:rsidP="00F07265">
                            <w:pPr>
                              <w:pStyle w:val="ab"/>
                              <w:jc w:val="both"/>
                            </w:pPr>
                            <w:r w:rsidRPr="00DC2B9A">
                              <w:rPr>
                                <w:bCs/>
                                <w:color w:val="000000"/>
                                <w:spacing w:val="-1"/>
                                <w:szCs w:val="28"/>
                              </w:rPr>
                              <w:t xml:space="preserve"> «О бюджете Соликамского городского округа на 20</w:t>
                            </w:r>
                            <w:r>
                              <w:rPr>
                                <w:bCs/>
                                <w:color w:val="000000"/>
                                <w:spacing w:val="-1"/>
                                <w:szCs w:val="28"/>
                              </w:rPr>
                              <w:t>2</w:t>
                            </w:r>
                            <w:r w:rsidR="00F02653">
                              <w:rPr>
                                <w:bCs/>
                                <w:color w:val="000000"/>
                                <w:spacing w:val="-1"/>
                                <w:szCs w:val="28"/>
                              </w:rPr>
                              <w:t>2</w:t>
                            </w:r>
                            <w:r w:rsidRPr="00DC2B9A">
                              <w:rPr>
                                <w:bCs/>
                                <w:color w:val="000000"/>
                                <w:spacing w:val="-1"/>
                                <w:szCs w:val="28"/>
                              </w:rPr>
                              <w:t xml:space="preserve"> год и плановый период 20</w:t>
                            </w:r>
                            <w:r>
                              <w:rPr>
                                <w:bCs/>
                                <w:color w:val="000000"/>
                                <w:spacing w:val="-1"/>
                                <w:szCs w:val="28"/>
                              </w:rPr>
                              <w:t>2</w:t>
                            </w:r>
                            <w:r w:rsidR="00F02653">
                              <w:rPr>
                                <w:bCs/>
                                <w:color w:val="000000"/>
                                <w:spacing w:val="-1"/>
                                <w:szCs w:val="28"/>
                              </w:rPr>
                              <w:t>3</w:t>
                            </w:r>
                            <w:r w:rsidRPr="00DC2B9A">
                              <w:rPr>
                                <w:bCs/>
                                <w:color w:val="000000"/>
                                <w:spacing w:val="-1"/>
                                <w:szCs w:val="28"/>
                              </w:rPr>
                              <w:t xml:space="preserve"> и 202</w:t>
                            </w:r>
                            <w:r w:rsidR="00F02653">
                              <w:rPr>
                                <w:bCs/>
                                <w:color w:val="000000"/>
                                <w:spacing w:val="-1"/>
                                <w:szCs w:val="28"/>
                              </w:rPr>
                              <w:t>4</w:t>
                            </w:r>
                            <w:r w:rsidRPr="00DC2B9A">
                              <w:rPr>
                                <w:bCs/>
                                <w:color w:val="000000"/>
                                <w:spacing w:val="-1"/>
                                <w:szCs w:val="28"/>
                              </w:rPr>
                              <w:t xml:space="preserve"> годов» ко второму чтению</w:t>
                            </w:r>
                          </w:p>
                          <w:p w14:paraId="5ED5CAB0" w14:textId="2792A941" w:rsidR="00C0106F" w:rsidRDefault="00C0106F" w:rsidP="008E0D07">
                            <w:pPr>
                              <w:pStyle w:val="ab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C87DEA" id="Text Box 268" o:spid="_x0000_s1029" type="#_x0000_t202" style="position:absolute;margin-left:353.3pt;margin-top:97.1pt;width:212.75pt;height:125.6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dDGsQIAALM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" filled="f" stroked="f">
                <v:textbox inset="0,0,0,0">
                  <w:txbxContent>
                    <w:p w14:paraId="0933BB33" w14:textId="77777777" w:rsidR="00F07265" w:rsidRPr="00DC2B9A" w:rsidRDefault="00DD2865" w:rsidP="00F07265">
                      <w:pPr>
                        <w:pStyle w:val="ab"/>
                      </w:pPr>
                      <w:r>
                        <w:t xml:space="preserve"> </w:t>
                      </w:r>
                      <w:r w:rsidR="00F07265" w:rsidRPr="00DC2B9A">
                        <w:t>Дума</w:t>
                      </w:r>
                      <w:r w:rsidR="00F07265" w:rsidRPr="00C3202A">
                        <w:t xml:space="preserve"> </w:t>
                      </w:r>
                      <w:r w:rsidR="00F07265" w:rsidRPr="00DC2B9A">
                        <w:t>Соликамск</w:t>
                      </w:r>
                      <w:r w:rsidR="00F07265">
                        <w:t>ого</w:t>
                      </w:r>
                      <w:r w:rsidR="00F07265" w:rsidRPr="00DC2B9A">
                        <w:t xml:space="preserve"> городск</w:t>
                      </w:r>
                      <w:r w:rsidR="00F07265">
                        <w:t>ого округа</w:t>
                      </w:r>
                    </w:p>
                    <w:p w14:paraId="20A1517F" w14:textId="77777777" w:rsidR="00F07265" w:rsidRPr="00DC2B9A" w:rsidRDefault="00F07265" w:rsidP="00F07265">
                      <w:pPr>
                        <w:pStyle w:val="ab"/>
                      </w:pPr>
                      <w:r>
                        <w:t xml:space="preserve">                                                                                     Рабочая группа </w:t>
                      </w:r>
                      <w:r w:rsidRPr="00DC2B9A">
                        <w:rPr>
                          <w:bCs/>
                          <w:color w:val="000000"/>
                          <w:spacing w:val="-1"/>
                          <w:szCs w:val="28"/>
                        </w:rPr>
                        <w:t xml:space="preserve">по подготовке проекта решения </w:t>
                      </w:r>
                      <w:r w:rsidRPr="00DC2B9A">
                        <w:t>Дум</w:t>
                      </w:r>
                      <w:r>
                        <w:t>ы</w:t>
                      </w:r>
                      <w:r w:rsidRPr="00C3202A">
                        <w:t xml:space="preserve"> </w:t>
                      </w:r>
                      <w:r w:rsidRPr="00DC2B9A">
                        <w:t>Соликамск</w:t>
                      </w:r>
                      <w:r>
                        <w:t>ого</w:t>
                      </w:r>
                      <w:r w:rsidRPr="00DC2B9A">
                        <w:t xml:space="preserve"> городск</w:t>
                      </w:r>
                      <w:r>
                        <w:t>ого округа</w:t>
                      </w:r>
                    </w:p>
                    <w:p w14:paraId="67C030ED" w14:textId="40A7A50C" w:rsidR="00F07265" w:rsidRDefault="00F07265" w:rsidP="00F07265">
                      <w:pPr>
                        <w:pStyle w:val="ab"/>
                        <w:jc w:val="both"/>
                      </w:pPr>
                      <w:r w:rsidRPr="00DC2B9A">
                        <w:rPr>
                          <w:bCs/>
                          <w:color w:val="000000"/>
                          <w:spacing w:val="-1"/>
                          <w:szCs w:val="28"/>
                        </w:rPr>
                        <w:t xml:space="preserve"> «О бюджете Соликамского городского округа на 20</w:t>
                      </w:r>
                      <w:r>
                        <w:rPr>
                          <w:bCs/>
                          <w:color w:val="000000"/>
                          <w:spacing w:val="-1"/>
                          <w:szCs w:val="28"/>
                        </w:rPr>
                        <w:t>2</w:t>
                      </w:r>
                      <w:r w:rsidR="00F02653">
                        <w:rPr>
                          <w:bCs/>
                          <w:color w:val="000000"/>
                          <w:spacing w:val="-1"/>
                          <w:szCs w:val="28"/>
                        </w:rPr>
                        <w:t>2</w:t>
                      </w:r>
                      <w:r w:rsidRPr="00DC2B9A">
                        <w:rPr>
                          <w:bCs/>
                          <w:color w:val="000000"/>
                          <w:spacing w:val="-1"/>
                          <w:szCs w:val="28"/>
                        </w:rPr>
                        <w:t xml:space="preserve"> год и плановый период 20</w:t>
                      </w:r>
                      <w:r>
                        <w:rPr>
                          <w:bCs/>
                          <w:color w:val="000000"/>
                          <w:spacing w:val="-1"/>
                          <w:szCs w:val="28"/>
                        </w:rPr>
                        <w:t>2</w:t>
                      </w:r>
                      <w:r w:rsidR="00F02653">
                        <w:rPr>
                          <w:bCs/>
                          <w:color w:val="000000"/>
                          <w:spacing w:val="-1"/>
                          <w:szCs w:val="28"/>
                        </w:rPr>
                        <w:t>3</w:t>
                      </w:r>
                      <w:r w:rsidRPr="00DC2B9A">
                        <w:rPr>
                          <w:bCs/>
                          <w:color w:val="000000"/>
                          <w:spacing w:val="-1"/>
                          <w:szCs w:val="28"/>
                        </w:rPr>
                        <w:t xml:space="preserve"> и 202</w:t>
                      </w:r>
                      <w:r w:rsidR="00F02653">
                        <w:rPr>
                          <w:bCs/>
                          <w:color w:val="000000"/>
                          <w:spacing w:val="-1"/>
                          <w:szCs w:val="28"/>
                        </w:rPr>
                        <w:t>4</w:t>
                      </w:r>
                      <w:r w:rsidRPr="00DC2B9A">
                        <w:rPr>
                          <w:bCs/>
                          <w:color w:val="000000"/>
                          <w:spacing w:val="-1"/>
                          <w:szCs w:val="28"/>
                        </w:rPr>
                        <w:t xml:space="preserve"> годов» ко второму чтению</w:t>
                      </w:r>
                    </w:p>
                    <w:p w14:paraId="5ED5CAB0" w14:textId="2792A941" w:rsidR="00C0106F" w:rsidRDefault="00C0106F" w:rsidP="008E0D07">
                      <w:pPr>
                        <w:pStyle w:val="ab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64590">
        <w:rPr>
          <w:noProof/>
        </w:rPr>
        <w:drawing>
          <wp:anchor distT="0" distB="0" distL="114300" distR="114300" simplePos="0" relativeHeight="251650560" behindDoc="0" locked="0" layoutInCell="1" allowOverlap="1" wp14:anchorId="22C971B8" wp14:editId="5D65DDE0">
            <wp:simplePos x="0" y="0"/>
            <wp:positionH relativeFrom="page">
              <wp:posOffset>1057275</wp:posOffset>
            </wp:positionH>
            <wp:positionV relativeFrom="page">
              <wp:posOffset>238125</wp:posOffset>
            </wp:positionV>
            <wp:extent cx="6140450" cy="2667000"/>
            <wp:effectExtent l="0" t="0" r="0" b="0"/>
            <wp:wrapTopAndBottom/>
            <wp:docPr id="271" name="Рисунок 263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 descr="1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0450" cy="2667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A2D6B4E" wp14:editId="4B9079F5">
                <wp:simplePos x="0" y="0"/>
                <wp:positionH relativeFrom="page">
                  <wp:posOffset>1337945</wp:posOffset>
                </wp:positionH>
                <wp:positionV relativeFrom="page">
                  <wp:posOffset>2473325</wp:posOffset>
                </wp:positionV>
                <wp:extent cx="960755" cy="182880"/>
                <wp:effectExtent l="4445" t="0" r="0" b="1270"/>
                <wp:wrapNone/>
                <wp:docPr id="6" name="Text Box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75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2E107F" w14:textId="77777777" w:rsidR="008E0D07" w:rsidRPr="00F919B8" w:rsidRDefault="008E0D07" w:rsidP="008724B5">
                            <w:pPr>
                              <w:pStyle w:val="a3"/>
                              <w:jc w:val="left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2D6B4E" id="Text Box 266" o:spid="_x0000_s1030" type="#_x0000_t202" style="position:absolute;margin-left:105.35pt;margin-top:194.75pt;width:75.65pt;height:14.4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" filled="f" stroked="f">
                <v:textbox inset="0,0,0,0">
                  <w:txbxContent>
                    <w:p w14:paraId="0C2E107F" w14:textId="77777777" w:rsidR="008E0D07" w:rsidRPr="00F919B8" w:rsidRDefault="008E0D07" w:rsidP="008724B5">
                      <w:pPr>
                        <w:pStyle w:val="a3"/>
                        <w:jc w:val="left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724B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8F2556" wp14:editId="42913EE9">
                <wp:simplePos x="0" y="0"/>
                <wp:positionH relativeFrom="page">
                  <wp:posOffset>2448560</wp:posOffset>
                </wp:positionH>
                <wp:positionV relativeFrom="page">
                  <wp:posOffset>2473325</wp:posOffset>
                </wp:positionV>
                <wp:extent cx="1170305" cy="182880"/>
                <wp:effectExtent l="635" t="0" r="635" b="1270"/>
                <wp:wrapNone/>
                <wp:docPr id="2" name="Text Box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0305" cy="182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271942" w14:textId="77777777" w:rsidR="008E0D07" w:rsidRPr="001A2849" w:rsidRDefault="008E0D07" w:rsidP="008E0D07">
                            <w:pPr>
                              <w:pStyle w:val="a3"/>
                              <w:rPr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8F2556" id="Text Box 267" o:spid="_x0000_s1031" type="#_x0000_t202" style="position:absolute;margin-left:192.8pt;margin-top:194.75pt;width:92.15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" filled="f" stroked="f">
                <v:textbox inset="0,0,0,0">
                  <w:txbxContent>
                    <w:p w14:paraId="58271942" w14:textId="77777777" w:rsidR="008E0D07" w:rsidRPr="001A2849" w:rsidRDefault="008E0D07" w:rsidP="008E0D07">
                      <w:pPr>
                        <w:pStyle w:val="a3"/>
                        <w:rPr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3271B25E" w14:textId="77777777" w:rsidR="00D12283" w:rsidRPr="00D12283" w:rsidRDefault="00D12283" w:rsidP="00F338D6">
      <w:pPr>
        <w:spacing w:line="360" w:lineRule="exact"/>
        <w:ind w:firstLine="709"/>
        <w:jc w:val="both"/>
      </w:pPr>
    </w:p>
    <w:p w14:paraId="4A48B8A9" w14:textId="77777777" w:rsidR="00C64590" w:rsidRDefault="00C64590" w:rsidP="00C64590">
      <w:pPr>
        <w:spacing w:line="360" w:lineRule="exact"/>
        <w:ind w:firstLine="709"/>
        <w:jc w:val="both"/>
        <w:rPr>
          <w:szCs w:val="24"/>
        </w:rPr>
      </w:pPr>
    </w:p>
    <w:p w14:paraId="7946354C" w14:textId="77777777" w:rsidR="00C0106F" w:rsidRDefault="00C0106F" w:rsidP="00C0106F">
      <w:pPr>
        <w:spacing w:line="340" w:lineRule="exact"/>
        <w:jc w:val="both"/>
        <w:rPr>
          <w:rFonts w:eastAsia="Calibri"/>
          <w:szCs w:val="28"/>
          <w:lang w:eastAsia="en-US"/>
        </w:rPr>
      </w:pPr>
    </w:p>
    <w:p w14:paraId="6C572320" w14:textId="3133493A" w:rsidR="00C0106F" w:rsidRDefault="00DD2865" w:rsidP="00C0106F">
      <w:pPr>
        <w:spacing w:line="340" w:lineRule="exact"/>
        <w:ind w:firstLine="709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 </w:t>
      </w:r>
      <w:bookmarkStart w:id="0" w:name="_GoBack"/>
      <w:bookmarkEnd w:id="0"/>
    </w:p>
    <w:p w14:paraId="644B5FB6" w14:textId="747DDB64" w:rsidR="006A1324" w:rsidRPr="00DC2B9A" w:rsidRDefault="006A1324" w:rsidP="006A1324">
      <w:pPr>
        <w:pStyle w:val="ab"/>
        <w:spacing w:line="240" w:lineRule="auto"/>
        <w:ind w:firstLine="709"/>
        <w:jc w:val="both"/>
      </w:pPr>
      <w:r>
        <w:t xml:space="preserve">В рамках деятельности рабочей группы - представляем текст проекта решения </w:t>
      </w:r>
      <w:r w:rsidRPr="00DC2B9A">
        <w:t>Дум</w:t>
      </w:r>
      <w:r>
        <w:t>ы</w:t>
      </w:r>
      <w:r w:rsidRPr="00C3202A">
        <w:t xml:space="preserve"> </w:t>
      </w:r>
      <w:r w:rsidRPr="00DC2B9A">
        <w:t>Соликамск</w:t>
      </w:r>
      <w:r>
        <w:t>ого</w:t>
      </w:r>
      <w:r w:rsidRPr="00DC2B9A">
        <w:t xml:space="preserve"> городск</w:t>
      </w:r>
      <w:r>
        <w:t>ого округа «О бюджете Соликамского городского округа на 202</w:t>
      </w:r>
      <w:r w:rsidR="00F02653">
        <w:t>2</w:t>
      </w:r>
      <w:r>
        <w:t xml:space="preserve"> год и плановый период 202</w:t>
      </w:r>
      <w:r w:rsidR="00F02653">
        <w:t>3</w:t>
      </w:r>
      <w:r>
        <w:t xml:space="preserve"> и 202</w:t>
      </w:r>
      <w:r w:rsidR="00F02653">
        <w:t>4</w:t>
      </w:r>
      <w:r>
        <w:t xml:space="preserve"> годов», подготовленный с учетом решений рабочей группы </w:t>
      </w:r>
      <w:r w:rsidRPr="00DD2900">
        <w:t xml:space="preserve">от </w:t>
      </w:r>
      <w:r w:rsidR="00DD2900" w:rsidRPr="00DD2900">
        <w:t>24.11.</w:t>
      </w:r>
      <w:r w:rsidRPr="00DD2900">
        <w:t>202</w:t>
      </w:r>
      <w:r w:rsidR="00F02653" w:rsidRPr="00DD2900">
        <w:t xml:space="preserve">1 </w:t>
      </w:r>
      <w:r w:rsidRPr="00DD2900">
        <w:t>г.,</w:t>
      </w:r>
      <w:r w:rsidRPr="00DC2B9A">
        <w:t xml:space="preserve"> </w:t>
      </w:r>
      <w:r>
        <w:t>для рассмотрения во втором чтении.</w:t>
      </w:r>
    </w:p>
    <w:p w14:paraId="3AA3C62C" w14:textId="77777777" w:rsidR="006A1324" w:rsidRDefault="006A1324" w:rsidP="006A1324">
      <w:pPr>
        <w:pStyle w:val="a5"/>
      </w:pPr>
      <w:r>
        <w:t>Приложения:</w:t>
      </w:r>
    </w:p>
    <w:p w14:paraId="37F665E5" w14:textId="77777777" w:rsidR="006A1324" w:rsidRPr="00B866D9" w:rsidRDefault="006A1324" w:rsidP="006A1324">
      <w:pPr>
        <w:pStyle w:val="a5"/>
        <w:numPr>
          <w:ilvl w:val="0"/>
          <w:numId w:val="2"/>
        </w:numPr>
      </w:pPr>
      <w:r w:rsidRPr="00B866D9">
        <w:t>текстовая часть проекта решения в 1 экз.</w:t>
      </w:r>
    </w:p>
    <w:p w14:paraId="02AFC8DA" w14:textId="3FA787F8" w:rsidR="006A1324" w:rsidRDefault="006A1324" w:rsidP="006A1324">
      <w:pPr>
        <w:pStyle w:val="a5"/>
        <w:numPr>
          <w:ilvl w:val="0"/>
          <w:numId w:val="2"/>
        </w:numPr>
      </w:pPr>
      <w:r w:rsidRPr="005D5B52">
        <w:t xml:space="preserve">приложения к проекту решения </w:t>
      </w:r>
      <w:r w:rsidRPr="00C14ECB">
        <w:t>1-</w:t>
      </w:r>
      <w:r w:rsidR="00166FC5">
        <w:t>7</w:t>
      </w:r>
      <w:r w:rsidR="00746594">
        <w:t>,</w:t>
      </w:r>
      <w:r w:rsidRPr="00A95130">
        <w:t xml:space="preserve"> в 1 экз</w:t>
      </w:r>
      <w:r>
        <w:t xml:space="preserve">. </w:t>
      </w:r>
    </w:p>
    <w:p w14:paraId="35CAAADA" w14:textId="69F3F9C4" w:rsidR="006A1324" w:rsidRPr="00BF5DD0" w:rsidRDefault="006A1324" w:rsidP="007E6891">
      <w:pPr>
        <w:pStyle w:val="a5"/>
        <w:spacing w:before="480"/>
        <w:ind w:firstLine="0"/>
      </w:pPr>
      <w:r>
        <w:t xml:space="preserve">Начальник управления                                          </w:t>
      </w:r>
      <w:r>
        <w:tab/>
      </w:r>
      <w:r>
        <w:tab/>
      </w:r>
      <w:r>
        <w:tab/>
        <w:t xml:space="preserve">      </w:t>
      </w:r>
      <w:r w:rsidR="00396754">
        <w:t xml:space="preserve">     </w:t>
      </w:r>
      <w:r>
        <w:t>И.Р.Савинов</w:t>
      </w:r>
    </w:p>
    <w:p w14:paraId="3B094310" w14:textId="77777777" w:rsidR="006A1324" w:rsidRDefault="006A1324" w:rsidP="006A1324">
      <w:pPr>
        <w:pStyle w:val="a5"/>
        <w:ind w:firstLine="0"/>
      </w:pPr>
    </w:p>
    <w:p w14:paraId="178D0858" w14:textId="1885DC62" w:rsidR="00DD2865" w:rsidRDefault="00DD2865" w:rsidP="00C0106F">
      <w:pPr>
        <w:spacing w:line="340" w:lineRule="exact"/>
        <w:ind w:firstLine="709"/>
        <w:jc w:val="both"/>
        <w:rPr>
          <w:rFonts w:eastAsia="Calibri"/>
          <w:szCs w:val="28"/>
          <w:lang w:eastAsia="en-US"/>
        </w:rPr>
      </w:pPr>
    </w:p>
    <w:p w14:paraId="626448DB" w14:textId="3C4BEEAC" w:rsidR="00DD2865" w:rsidRDefault="00DD2865" w:rsidP="00C0106F">
      <w:pPr>
        <w:spacing w:line="340" w:lineRule="exact"/>
        <w:ind w:firstLine="709"/>
        <w:jc w:val="both"/>
        <w:rPr>
          <w:rFonts w:eastAsia="Calibri"/>
          <w:szCs w:val="28"/>
          <w:lang w:eastAsia="en-US"/>
        </w:rPr>
      </w:pPr>
    </w:p>
    <w:p w14:paraId="481012A7" w14:textId="2BA8662A" w:rsidR="00DD2865" w:rsidRDefault="00DD2865" w:rsidP="00C0106F">
      <w:pPr>
        <w:spacing w:line="340" w:lineRule="exact"/>
        <w:ind w:firstLine="709"/>
        <w:jc w:val="both"/>
        <w:rPr>
          <w:rFonts w:eastAsia="Calibri"/>
          <w:szCs w:val="28"/>
          <w:lang w:eastAsia="en-US"/>
        </w:rPr>
      </w:pPr>
    </w:p>
    <w:p w14:paraId="76641665" w14:textId="78BC2948" w:rsidR="00DD2865" w:rsidRDefault="00DD2865" w:rsidP="00C0106F">
      <w:pPr>
        <w:spacing w:line="340" w:lineRule="exact"/>
        <w:ind w:firstLine="709"/>
        <w:jc w:val="both"/>
        <w:rPr>
          <w:rFonts w:eastAsia="Calibri"/>
          <w:szCs w:val="28"/>
          <w:lang w:eastAsia="en-US"/>
        </w:rPr>
      </w:pPr>
    </w:p>
    <w:p w14:paraId="6588B474" w14:textId="487FA560" w:rsidR="00DD2865" w:rsidRDefault="00DD2865" w:rsidP="00C0106F">
      <w:pPr>
        <w:spacing w:line="340" w:lineRule="exact"/>
        <w:ind w:firstLine="709"/>
        <w:jc w:val="both"/>
        <w:rPr>
          <w:rFonts w:eastAsia="Calibri"/>
          <w:szCs w:val="28"/>
          <w:lang w:eastAsia="en-US"/>
        </w:rPr>
      </w:pPr>
    </w:p>
    <w:p w14:paraId="5C5A44C4" w14:textId="77777777" w:rsidR="00C0106F" w:rsidRPr="00C0106F" w:rsidRDefault="00C0106F" w:rsidP="00C0106F">
      <w:pPr>
        <w:spacing w:line="340" w:lineRule="exact"/>
        <w:ind w:firstLine="709"/>
        <w:jc w:val="both"/>
        <w:rPr>
          <w:rFonts w:eastAsia="Calibri"/>
          <w:szCs w:val="28"/>
          <w:lang w:eastAsia="en-US"/>
        </w:rPr>
      </w:pPr>
    </w:p>
    <w:p w14:paraId="4C1BDC7B" w14:textId="32DC4C30" w:rsidR="007E5F58" w:rsidRDefault="007E5F58" w:rsidP="00AE4BA1">
      <w:pPr>
        <w:spacing w:line="360" w:lineRule="exact"/>
        <w:ind w:firstLine="709"/>
        <w:jc w:val="both"/>
      </w:pPr>
    </w:p>
    <w:p w14:paraId="48638D80" w14:textId="2E384CF4" w:rsidR="00C0106F" w:rsidRPr="00C0106F" w:rsidRDefault="00C0106F" w:rsidP="00C0106F"/>
    <w:p w14:paraId="40ED043B" w14:textId="5FC8323C" w:rsidR="00C0106F" w:rsidRPr="00C0106F" w:rsidRDefault="00C0106F" w:rsidP="00C0106F"/>
    <w:p w14:paraId="1E3C09BB" w14:textId="004E0DEC" w:rsidR="00C0106F" w:rsidRPr="00C0106F" w:rsidRDefault="00C0106F" w:rsidP="00C0106F"/>
    <w:p w14:paraId="0DB52403" w14:textId="77777777" w:rsidR="00C0106F" w:rsidRPr="00C0106F" w:rsidRDefault="00C0106F" w:rsidP="00C0106F"/>
    <w:sectPr w:rsidR="00C0106F" w:rsidRPr="00C0106F" w:rsidSect="003E77A9">
      <w:headerReference w:type="even" r:id="rId9"/>
      <w:headerReference w:type="default" r:id="rId10"/>
      <w:footerReference w:type="default" r:id="rId11"/>
      <w:footerReference w:type="first" r:id="rId12"/>
      <w:type w:val="continuous"/>
      <w:pgSz w:w="11907" w:h="16840" w:code="9"/>
      <w:pgMar w:top="1134" w:right="708" w:bottom="1134" w:left="1701" w:header="567" w:footer="731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CF061C" w14:textId="77777777" w:rsidR="000828A5" w:rsidRDefault="000828A5">
      <w:r>
        <w:separator/>
      </w:r>
    </w:p>
  </w:endnote>
  <w:endnote w:type="continuationSeparator" w:id="0">
    <w:p w14:paraId="40421CC4" w14:textId="77777777" w:rsidR="000828A5" w:rsidRDefault="000828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0A9AF" w14:textId="77777777" w:rsidR="00B12253" w:rsidRDefault="00B12253">
    <w:pPr>
      <w:pStyle w:val="a7"/>
      <w:rPr>
        <w:lang w:val="en-US"/>
      </w:rPr>
    </w:pPr>
    <w:r>
      <w:rPr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9F74F" w14:textId="655571AD" w:rsidR="00C0106F" w:rsidRPr="003E77A9" w:rsidRDefault="003E77A9" w:rsidP="00C64590">
    <w:pPr>
      <w:pStyle w:val="a7"/>
      <w:rPr>
        <w:sz w:val="22"/>
        <w:szCs w:val="22"/>
      </w:rPr>
    </w:pPr>
    <w:r w:rsidRPr="003E77A9">
      <w:rPr>
        <w:sz w:val="22"/>
        <w:szCs w:val="22"/>
      </w:rPr>
      <w:t>013</w:t>
    </w:r>
    <w:r w:rsidR="00DD2865" w:rsidRPr="003E77A9"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DA52FC" w14:textId="77777777" w:rsidR="000828A5" w:rsidRDefault="000828A5">
      <w:r>
        <w:separator/>
      </w:r>
    </w:p>
  </w:footnote>
  <w:footnote w:type="continuationSeparator" w:id="0">
    <w:p w14:paraId="7A397642" w14:textId="77777777" w:rsidR="000828A5" w:rsidRDefault="000828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BB19C" w14:textId="77777777" w:rsidR="00B12253" w:rsidRDefault="00AB61AD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end"/>
    </w:r>
  </w:p>
  <w:p w14:paraId="23D97408" w14:textId="77777777" w:rsidR="00B12253" w:rsidRDefault="00B122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E51E28" w14:textId="77777777" w:rsidR="00B12253" w:rsidRDefault="00AB61AD">
    <w:pPr>
      <w:pStyle w:val="a3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B12253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396754">
      <w:rPr>
        <w:rStyle w:val="ad"/>
        <w:noProof/>
      </w:rPr>
      <w:t>2</w:t>
    </w:r>
    <w:r>
      <w:rPr>
        <w:rStyle w:val="ad"/>
      </w:rPr>
      <w:fldChar w:fldCharType="end"/>
    </w:r>
  </w:p>
  <w:p w14:paraId="76C2C470" w14:textId="77777777" w:rsidR="00B12253" w:rsidRDefault="00B1225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5A007D"/>
    <w:multiLevelType w:val="hybridMultilevel"/>
    <w:tmpl w:val="1D349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A61212"/>
    <w:multiLevelType w:val="hybridMultilevel"/>
    <w:tmpl w:val="D9EE32CE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5EAE"/>
    <w:rsid w:val="000259C9"/>
    <w:rsid w:val="00031EB5"/>
    <w:rsid w:val="000320E4"/>
    <w:rsid w:val="0007358C"/>
    <w:rsid w:val="000828A5"/>
    <w:rsid w:val="000A1018"/>
    <w:rsid w:val="000A1249"/>
    <w:rsid w:val="000F5EAE"/>
    <w:rsid w:val="0010092A"/>
    <w:rsid w:val="001318E4"/>
    <w:rsid w:val="00136C19"/>
    <w:rsid w:val="001450B8"/>
    <w:rsid w:val="001617A8"/>
    <w:rsid w:val="00166FC5"/>
    <w:rsid w:val="00167535"/>
    <w:rsid w:val="00191FB7"/>
    <w:rsid w:val="001A49B3"/>
    <w:rsid w:val="001D1569"/>
    <w:rsid w:val="00200B36"/>
    <w:rsid w:val="0025180F"/>
    <w:rsid w:val="0028108D"/>
    <w:rsid w:val="0028655A"/>
    <w:rsid w:val="00290178"/>
    <w:rsid w:val="002A1714"/>
    <w:rsid w:val="002A6EC0"/>
    <w:rsid w:val="002C462A"/>
    <w:rsid w:val="002E0EAA"/>
    <w:rsid w:val="002E58A5"/>
    <w:rsid w:val="003019BE"/>
    <w:rsid w:val="003039A5"/>
    <w:rsid w:val="00313BD7"/>
    <w:rsid w:val="003350AF"/>
    <w:rsid w:val="00353DEB"/>
    <w:rsid w:val="003807C0"/>
    <w:rsid w:val="003906D8"/>
    <w:rsid w:val="00396754"/>
    <w:rsid w:val="003C42E4"/>
    <w:rsid w:val="003D3930"/>
    <w:rsid w:val="003E5046"/>
    <w:rsid w:val="003E77A9"/>
    <w:rsid w:val="004448E6"/>
    <w:rsid w:val="00482187"/>
    <w:rsid w:val="004A3F78"/>
    <w:rsid w:val="004F0C5A"/>
    <w:rsid w:val="004F68BF"/>
    <w:rsid w:val="00534011"/>
    <w:rsid w:val="0053612B"/>
    <w:rsid w:val="005438E0"/>
    <w:rsid w:val="005505FE"/>
    <w:rsid w:val="00552ADF"/>
    <w:rsid w:val="006012BE"/>
    <w:rsid w:val="006333E0"/>
    <w:rsid w:val="006A1324"/>
    <w:rsid w:val="006D443E"/>
    <w:rsid w:val="0070155F"/>
    <w:rsid w:val="00736B92"/>
    <w:rsid w:val="00737A24"/>
    <w:rsid w:val="00745277"/>
    <w:rsid w:val="00746594"/>
    <w:rsid w:val="00761D5E"/>
    <w:rsid w:val="00770775"/>
    <w:rsid w:val="007E5F58"/>
    <w:rsid w:val="007E6891"/>
    <w:rsid w:val="00861BE3"/>
    <w:rsid w:val="008724B5"/>
    <w:rsid w:val="00875736"/>
    <w:rsid w:val="008A300E"/>
    <w:rsid w:val="008B25F4"/>
    <w:rsid w:val="008C41D1"/>
    <w:rsid w:val="008E0D07"/>
    <w:rsid w:val="00916804"/>
    <w:rsid w:val="00946A6E"/>
    <w:rsid w:val="00963A93"/>
    <w:rsid w:val="00973EE1"/>
    <w:rsid w:val="009772CB"/>
    <w:rsid w:val="00983927"/>
    <w:rsid w:val="009D222A"/>
    <w:rsid w:val="009D34A4"/>
    <w:rsid w:val="009E48FD"/>
    <w:rsid w:val="00A20CAB"/>
    <w:rsid w:val="00A7019E"/>
    <w:rsid w:val="00AB61AD"/>
    <w:rsid w:val="00AE4BA1"/>
    <w:rsid w:val="00B12253"/>
    <w:rsid w:val="00B17F20"/>
    <w:rsid w:val="00B2382B"/>
    <w:rsid w:val="00C0106F"/>
    <w:rsid w:val="00C11CD6"/>
    <w:rsid w:val="00C13E67"/>
    <w:rsid w:val="00C14918"/>
    <w:rsid w:val="00C14ECB"/>
    <w:rsid w:val="00C51F6C"/>
    <w:rsid w:val="00C64590"/>
    <w:rsid w:val="00C727BF"/>
    <w:rsid w:val="00C76D98"/>
    <w:rsid w:val="00C82115"/>
    <w:rsid w:val="00C97BDE"/>
    <w:rsid w:val="00CB0CD4"/>
    <w:rsid w:val="00CB2E24"/>
    <w:rsid w:val="00D12283"/>
    <w:rsid w:val="00D16621"/>
    <w:rsid w:val="00D25D67"/>
    <w:rsid w:val="00D47A8E"/>
    <w:rsid w:val="00D51DC3"/>
    <w:rsid w:val="00D712A8"/>
    <w:rsid w:val="00DA24F6"/>
    <w:rsid w:val="00DB3748"/>
    <w:rsid w:val="00DD2865"/>
    <w:rsid w:val="00DD2900"/>
    <w:rsid w:val="00DF4430"/>
    <w:rsid w:val="00E246F5"/>
    <w:rsid w:val="00E52940"/>
    <w:rsid w:val="00E614D0"/>
    <w:rsid w:val="00E8211E"/>
    <w:rsid w:val="00EB400D"/>
    <w:rsid w:val="00EE1320"/>
    <w:rsid w:val="00F02653"/>
    <w:rsid w:val="00F07265"/>
    <w:rsid w:val="00F338D6"/>
    <w:rsid w:val="00F34240"/>
    <w:rsid w:val="00F46037"/>
    <w:rsid w:val="00F7212E"/>
    <w:rsid w:val="00F919B8"/>
    <w:rsid w:val="00FC0FBD"/>
    <w:rsid w:val="00FC50FC"/>
    <w:rsid w:val="00FD415B"/>
    <w:rsid w:val="00FE5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2ABA3DC"/>
  <w15:docId w15:val="{97E5CFD0-391E-47B8-AE81-48F35A10C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24F6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A24F6"/>
    <w:pPr>
      <w:tabs>
        <w:tab w:val="center" w:pos="4153"/>
        <w:tab w:val="right" w:pos="8306"/>
      </w:tabs>
      <w:suppressAutoHyphens/>
      <w:jc w:val="center"/>
    </w:pPr>
  </w:style>
  <w:style w:type="paragraph" w:customStyle="1" w:styleId="a4">
    <w:name w:val="Заголовок к тексту"/>
    <w:basedOn w:val="a"/>
    <w:next w:val="a5"/>
    <w:rsid w:val="00DA24F6"/>
    <w:pPr>
      <w:suppressAutoHyphens/>
      <w:spacing w:after="480" w:line="240" w:lineRule="exact"/>
    </w:pPr>
    <w:rPr>
      <w:b/>
    </w:rPr>
  </w:style>
  <w:style w:type="paragraph" w:styleId="a5">
    <w:name w:val="Body Text"/>
    <w:basedOn w:val="a"/>
    <w:rsid w:val="00DA24F6"/>
    <w:pPr>
      <w:spacing w:line="360" w:lineRule="exact"/>
      <w:ind w:firstLine="720"/>
      <w:jc w:val="both"/>
    </w:pPr>
  </w:style>
  <w:style w:type="paragraph" w:customStyle="1" w:styleId="a6">
    <w:name w:val="Исполнитель"/>
    <w:basedOn w:val="a5"/>
    <w:rsid w:val="00DA24F6"/>
    <w:pPr>
      <w:suppressAutoHyphens/>
      <w:spacing w:after="120" w:line="240" w:lineRule="exact"/>
      <w:ind w:firstLine="0"/>
      <w:jc w:val="left"/>
    </w:pPr>
    <w:rPr>
      <w:sz w:val="24"/>
    </w:rPr>
  </w:style>
  <w:style w:type="paragraph" w:styleId="a7">
    <w:name w:val="footer"/>
    <w:basedOn w:val="a"/>
    <w:link w:val="a8"/>
    <w:rsid w:val="00DA24F6"/>
    <w:pPr>
      <w:suppressAutoHyphens/>
    </w:pPr>
    <w:rPr>
      <w:sz w:val="20"/>
    </w:rPr>
  </w:style>
  <w:style w:type="paragraph" w:styleId="a9">
    <w:name w:val="Signature"/>
    <w:basedOn w:val="a"/>
    <w:next w:val="a5"/>
    <w:rsid w:val="00DA24F6"/>
    <w:pPr>
      <w:tabs>
        <w:tab w:val="left" w:pos="5103"/>
        <w:tab w:val="right" w:pos="9639"/>
      </w:tabs>
      <w:suppressAutoHyphens/>
      <w:spacing w:before="480" w:line="240" w:lineRule="exact"/>
    </w:pPr>
  </w:style>
  <w:style w:type="paragraph" w:customStyle="1" w:styleId="aa">
    <w:name w:val="Приложение"/>
    <w:basedOn w:val="a5"/>
    <w:rsid w:val="00DA24F6"/>
    <w:pPr>
      <w:tabs>
        <w:tab w:val="left" w:pos="1673"/>
      </w:tabs>
      <w:spacing w:before="240" w:line="240" w:lineRule="exact"/>
      <w:ind w:left="1985" w:hanging="1985"/>
    </w:pPr>
  </w:style>
  <w:style w:type="paragraph" w:customStyle="1" w:styleId="ab">
    <w:name w:val="Адресат"/>
    <w:basedOn w:val="a"/>
    <w:rsid w:val="00DA24F6"/>
    <w:pPr>
      <w:suppressAutoHyphens/>
      <w:spacing w:line="240" w:lineRule="exact"/>
    </w:pPr>
  </w:style>
  <w:style w:type="paragraph" w:customStyle="1" w:styleId="ac">
    <w:name w:val="Подпись на  бланке должностного лица"/>
    <w:basedOn w:val="a"/>
    <w:next w:val="a5"/>
    <w:rsid w:val="00DA24F6"/>
    <w:pPr>
      <w:spacing w:before="480" w:line="240" w:lineRule="exact"/>
      <w:ind w:left="7088"/>
    </w:pPr>
  </w:style>
  <w:style w:type="character" w:styleId="ad">
    <w:name w:val="page number"/>
    <w:basedOn w:val="a0"/>
    <w:rsid w:val="00DA24F6"/>
  </w:style>
  <w:style w:type="paragraph" w:styleId="ae">
    <w:name w:val="Balloon Text"/>
    <w:basedOn w:val="a"/>
    <w:semiHidden/>
    <w:rsid w:val="007E5F58"/>
    <w:rPr>
      <w:rFonts w:ascii="Tahoma" w:hAnsi="Tahoma" w:cs="Tahoma"/>
      <w:sz w:val="16"/>
      <w:szCs w:val="16"/>
    </w:rPr>
  </w:style>
  <w:style w:type="character" w:customStyle="1" w:styleId="a8">
    <w:name w:val="Нижний колонтитул Знак"/>
    <w:basedOn w:val="a0"/>
    <w:link w:val="a7"/>
    <w:rsid w:val="00D166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6;&#1072;&#1073;&#1086;&#1090;&#1072;\&#1072;&#1076;&#1084;\&#1052;&#1057;&#1069;&#1044;\&#1064;&#1072;&#1073;&#1083;&#1086;&#1085;%20&#1073;&#1083;&#1072;&#1085;&#1082;&#1086;&#1074;\&#1040;&#1076;&#1084;\153%20&#1055;&#1080;&#1089;&#1100;&#1084;&#1086;%20&#1072;&#1076;&#1084;&#1080;&#1085;&#1080;&#1089;&#1090;&#1088;&#1072;&#1094;&#1080;&#1080;%20&#1057;&#1086;&#1083;&#1080;&#1082;&#1072;&#1084;&#1089;&#1082;&#1086;&#1075;&#1086;%20&#1043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3ECC0-8D62-4DEE-A678-BA58B9582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153 Письмо администрации Соликамского ГО</Template>
  <TotalTime>125</TotalTime>
  <Pages>1</Pages>
  <Words>76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Гамма</Company>
  <LinksUpToDate>false</LinksUpToDate>
  <CharactersWithSpaces>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Сомова Наталья Александровна</cp:lastModifiedBy>
  <cp:revision>42</cp:revision>
  <cp:lastPrinted>2020-12-04T07:16:00Z</cp:lastPrinted>
  <dcterms:created xsi:type="dcterms:W3CDTF">2019-09-26T10:38:00Z</dcterms:created>
  <dcterms:modified xsi:type="dcterms:W3CDTF">2021-11-26T06:12:00Z</dcterms:modified>
</cp:coreProperties>
</file>