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13B" w:rsidRPr="00F56DE4" w:rsidRDefault="00C2013B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C2013B" w:rsidRPr="00F56DE4" w:rsidRDefault="00C2013B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городского округа  </w:t>
      </w:r>
    </w:p>
    <w:p w:rsidR="00C2013B" w:rsidRPr="00F56DE4" w:rsidRDefault="00C2013B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 ___________ № ______</w:t>
      </w:r>
    </w:p>
    <w:p w:rsidR="00C2013B" w:rsidRPr="00F56DE4" w:rsidRDefault="00C2013B" w:rsidP="00A312F0">
      <w:pPr>
        <w:jc w:val="both"/>
        <w:rPr>
          <w:sz w:val="28"/>
          <w:szCs w:val="28"/>
        </w:rPr>
      </w:pPr>
    </w:p>
    <w:p w:rsidR="00C2013B" w:rsidRPr="00F56DE4" w:rsidRDefault="00C2013B" w:rsidP="0047747C">
      <w:pPr>
        <w:jc w:val="both"/>
        <w:rPr>
          <w:sz w:val="28"/>
          <w:szCs w:val="28"/>
        </w:rPr>
      </w:pPr>
    </w:p>
    <w:p w:rsidR="00C2013B" w:rsidRPr="00F56DE4" w:rsidRDefault="00C2013B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городского округа о своей деятельности 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2021 год</w:t>
      </w:r>
    </w:p>
    <w:p w:rsidR="00C2013B" w:rsidRPr="00F56DE4" w:rsidRDefault="00C2013B" w:rsidP="00D00758">
      <w:pPr>
        <w:spacing w:line="240" w:lineRule="exact"/>
        <w:rPr>
          <w:b/>
          <w:sz w:val="28"/>
          <w:szCs w:val="28"/>
        </w:rPr>
      </w:pPr>
    </w:p>
    <w:p w:rsidR="00C2013B" w:rsidRPr="00F56DE4" w:rsidRDefault="00C2013B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Постоянная депутатская комиссия по местному самоуправлению, регламенту и депутатской этике Думы Соликамского городского округа VI созыва создана на основании решения Соликамской городской Думы от 3 октября </w:t>
      </w:r>
      <w:smartTag w:uri="urn:schemas-microsoft-com:office:smarttags" w:element="metricconverter">
        <w:smartTagPr>
          <w:attr w:name="ProductID" w:val="2016 г"/>
        </w:smartTagPr>
        <w:r w:rsidRPr="00F56DE4">
          <w:rPr>
            <w:sz w:val="28"/>
            <w:szCs w:val="28"/>
          </w:rPr>
          <w:t>2016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Соликамской городской Думы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 xml:space="preserve">I созыва». Поименный состав комиссии утвержден решением Соликамской городской Думы от 3 октября </w:t>
      </w:r>
      <w:smartTag w:uri="urn:schemas-microsoft-com:office:smarttags" w:element="metricconverter">
        <w:smartTagPr>
          <w:attr w:name="ProductID" w:val="2016 г"/>
        </w:smartTagPr>
        <w:r w:rsidRPr="00F56DE4">
          <w:rPr>
            <w:sz w:val="28"/>
            <w:szCs w:val="28"/>
          </w:rPr>
          <w:t>2016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Соликамской городской Думы </w:t>
      </w:r>
      <w:r w:rsidRPr="00F56DE4">
        <w:rPr>
          <w:sz w:val="28"/>
          <w:szCs w:val="28"/>
          <w:lang w:val="en-US"/>
        </w:rPr>
        <w:t>VI</w:t>
      </w:r>
      <w:r w:rsidRPr="00F56DE4">
        <w:rPr>
          <w:sz w:val="28"/>
          <w:szCs w:val="28"/>
        </w:rPr>
        <w:t xml:space="preserve"> созыва». </w:t>
      </w:r>
    </w:p>
    <w:p w:rsidR="00C2013B" w:rsidRPr="00F56DE4" w:rsidRDefault="00C2013B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2021 году прошли выборы в Думу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созыва. Таким образом, отчет за 2021 год объединяет деятельность комиссии Думы Соликамского городского округа двух созывов.</w:t>
      </w:r>
    </w:p>
    <w:p w:rsidR="00C2013B" w:rsidRPr="00F56DE4" w:rsidRDefault="00C2013B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Постоянная депутатская комиссия по местному самоуправлению, регламенту и депутатской этике Думы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C2013B" w:rsidRPr="00F56DE4" w:rsidRDefault="00C2013B" w:rsidP="00493844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 xml:space="preserve">I созыва являлся 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 xml:space="preserve">му округу № 5 </w:t>
      </w:r>
      <w:r w:rsidRPr="00F56DE4">
        <w:rPr>
          <w:sz w:val="28"/>
          <w:szCs w:val="28"/>
        </w:rPr>
        <w:t>Пельц</w:t>
      </w:r>
      <w:r w:rsidRPr="000E0E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В.Р. </w:t>
      </w: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Томилин</w:t>
      </w:r>
      <w:r w:rsidRPr="000E0E8E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М.Л.</w:t>
      </w:r>
    </w:p>
    <w:p w:rsidR="00C2013B" w:rsidRPr="00F56DE4" w:rsidRDefault="00C2013B" w:rsidP="00493844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2021 года в состав комиссии входили 7 депутатов Думы Соликамского городского округа.</w:t>
      </w:r>
    </w:p>
    <w:p w:rsidR="00C2013B" w:rsidRPr="00F56DE4" w:rsidRDefault="00C2013B" w:rsidP="00E746E9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городского округа определяется </w:t>
      </w:r>
      <w:hyperlink r:id="rId7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городского округа и </w:t>
      </w:r>
      <w:hyperlink r:id="rId8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комиссиях Соликамской городской Думы, утвержденным решением Соликамской городской Думы от 28 мая </w:t>
      </w:r>
      <w:smartTag w:uri="urn:schemas-microsoft-com:office:smarttags" w:element="metricconverter">
        <w:smartTagPr>
          <w:attr w:name="ProductID" w:val="2003 г"/>
        </w:smartTagPr>
        <w:r w:rsidRPr="00F56DE4">
          <w:rPr>
            <w:sz w:val="28"/>
            <w:szCs w:val="28"/>
          </w:rPr>
          <w:t>2008 г</w:t>
        </w:r>
      </w:smartTag>
      <w:r w:rsidRPr="00F56DE4">
        <w:rPr>
          <w:sz w:val="28"/>
          <w:szCs w:val="28"/>
        </w:rPr>
        <w:t>. № 394.</w:t>
      </w:r>
    </w:p>
    <w:p w:rsidR="00C2013B" w:rsidRPr="00F56DE4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C2013B" w:rsidRPr="00F56DE4" w:rsidRDefault="00C2013B" w:rsidP="00E746E9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2021 году состоялось 27 заседаний постоянной депутатской комиссии по местному самоуправлению, регламенту и депутатской этике Думы Соликамского городского округа, на которых рассмотрен 18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вопрос, входящих в компетенцию комиссии. 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C2013B" w:rsidRPr="00F56DE4" w:rsidRDefault="00C2013B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2021 год. А во втором квартале 2021 года комиссия по местному самоуправлению, регламенту и депутатской этике подвела итоги своей деятельности за 2020 год и представила их в виде ежегодного отчета в Думу Соликамского городского округа.</w:t>
      </w:r>
    </w:p>
    <w:p w:rsidR="00C2013B" w:rsidRPr="00F56DE4" w:rsidRDefault="00C2013B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отчетном году постоянной депутатской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64  проекта муниципальных правовых актов, основными из которых являются: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bCs/>
          <w:sz w:val="28"/>
          <w:szCs w:val="28"/>
        </w:rPr>
        <w:t>о внесении изменений в Устав Соликамского городского округа</w:t>
      </w:r>
      <w:r w:rsidRPr="00F56DE4">
        <w:rPr>
          <w:sz w:val="28"/>
          <w:szCs w:val="28"/>
        </w:rPr>
        <w:t xml:space="preserve"> (2 проекта);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назначении публичных слушаний по проекту решения Соликамской городской Думы «О внесении изменений в Устав Соликамского городского округа» (5 проектов);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color w:val="000000"/>
          <w:sz w:val="28"/>
          <w:szCs w:val="28"/>
          <w:lang w:eastAsia="en-US"/>
        </w:rPr>
        <w:t>об утверждении Положения о предоставлении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характера;</w:t>
      </w:r>
    </w:p>
    <w:p w:rsidR="00C2013B" w:rsidRDefault="00C2013B" w:rsidP="00E746E9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bCs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округа;</w:t>
      </w:r>
    </w:p>
    <w:p w:rsidR="00C2013B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F57A1">
        <w:rPr>
          <w:sz w:val="28"/>
          <w:szCs w:val="28"/>
        </w:rPr>
        <w:t>б  утверждении Порядка уведомления муниципальными служащими органов местного самоуправления Соликамского городского округа представителя нанимателя (работодателя) о выполнении иной оплачиваемой работы</w:t>
      </w:r>
      <w:r>
        <w:rPr>
          <w:sz w:val="28"/>
          <w:szCs w:val="28"/>
        </w:rPr>
        <w:t>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BF57A1">
        <w:rPr>
          <w:bCs/>
          <w:sz w:val="28"/>
          <w:szCs w:val="28"/>
        </w:rPr>
        <w:t xml:space="preserve"> внесении изменения в Регламент Думы Соликамского городского округа, утвержденный решением Соликамской городской Думы от 31</w:t>
      </w:r>
      <w:r>
        <w:rPr>
          <w:bCs/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03 г"/>
        </w:smartTagPr>
        <w:r w:rsidRPr="00BF57A1">
          <w:rPr>
            <w:bCs/>
            <w:sz w:val="28"/>
            <w:szCs w:val="28"/>
          </w:rPr>
          <w:t>2007</w:t>
        </w:r>
        <w:r>
          <w:rPr>
            <w:bCs/>
            <w:sz w:val="28"/>
            <w:szCs w:val="28"/>
          </w:rPr>
          <w:t xml:space="preserve"> г</w:t>
        </w:r>
      </w:smartTag>
      <w:r>
        <w:rPr>
          <w:bCs/>
          <w:sz w:val="28"/>
          <w:szCs w:val="28"/>
        </w:rPr>
        <w:t>.</w:t>
      </w:r>
      <w:r w:rsidRPr="00BF57A1">
        <w:rPr>
          <w:bCs/>
          <w:sz w:val="28"/>
          <w:szCs w:val="28"/>
        </w:rPr>
        <w:t xml:space="preserve"> № 12</w:t>
      </w:r>
      <w:r>
        <w:rPr>
          <w:bCs/>
          <w:sz w:val="28"/>
          <w:szCs w:val="28"/>
        </w:rPr>
        <w:t>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утверждении отчета главы городского округа </w:t>
      </w:r>
      <w:r w:rsidRPr="00F56DE4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</w:t>
      </w:r>
      <w:r w:rsidRPr="00F56DE4">
        <w:rPr>
          <w:sz w:val="28"/>
          <w:szCs w:val="28"/>
          <w:lang w:eastAsia="en-US"/>
        </w:rPr>
        <w:t>и оценке деятельности главы городского округа 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за 202</w:t>
      </w:r>
      <w:r>
        <w:rPr>
          <w:sz w:val="28"/>
          <w:szCs w:val="28"/>
        </w:rPr>
        <w:t>0</w:t>
      </w:r>
      <w:r w:rsidRPr="00F56DE4">
        <w:rPr>
          <w:sz w:val="28"/>
          <w:szCs w:val="28"/>
        </w:rPr>
        <w:t xml:space="preserve"> год;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разрешении принять награду главе городского округа – главе администрации Соликамского городского округа Федотову А.Н.;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sz w:val="28"/>
          <w:szCs w:val="28"/>
        </w:rPr>
        <w:t xml:space="preserve">о назначении выборов депутатов Думы Соликамского городского округа </w:t>
      </w:r>
      <w:r w:rsidRPr="00F56DE4">
        <w:rPr>
          <w:bCs/>
          <w:sz w:val="28"/>
          <w:szCs w:val="28"/>
        </w:rPr>
        <w:t>седьмого созыва;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внесении изменений в Положение об организации и проведении публичных слушаний в Соликамском городском округе, утвержденное решением Соликамской городской Думы от 26.04.2006 № 13.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>В соответствии с компетенцией в 2021 году комиссией рассматривались следующие проекты решений и вопросы: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досрочном прекращении полномочий депутата Думы Соликамского городского округа </w:t>
      </w:r>
      <w:r w:rsidRPr="00F56DE4">
        <w:rPr>
          <w:rFonts w:ascii="Times New Roman" w:hAnsi="Times New Roman"/>
          <w:sz w:val="28"/>
          <w:szCs w:val="28"/>
          <w:lang w:val="en-US"/>
        </w:rPr>
        <w:t>VI</w:t>
      </w:r>
      <w:r w:rsidRPr="00F56DE4">
        <w:rPr>
          <w:rFonts w:ascii="Times New Roman" w:hAnsi="Times New Roman"/>
          <w:sz w:val="28"/>
          <w:szCs w:val="28"/>
        </w:rPr>
        <w:t xml:space="preserve"> созыва Самоукова Евгения Николаевича;</w:t>
      </w:r>
    </w:p>
    <w:p w:rsidR="00C2013B" w:rsidRPr="00F56DE4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отчете начальника отдела МВД России по Соликамскому городскому округу за </w:t>
      </w:r>
      <w:r w:rsidRPr="00F56DE4">
        <w:rPr>
          <w:sz w:val="28"/>
          <w:szCs w:val="28"/>
          <w:lang w:val="en-US"/>
        </w:rPr>
        <w:t>II</w:t>
      </w:r>
      <w:r w:rsidRPr="00F56DE4">
        <w:rPr>
          <w:sz w:val="28"/>
          <w:szCs w:val="28"/>
        </w:rPr>
        <w:t xml:space="preserve"> полугодие 2020 года;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информации об отчете о работе временной комиссии для рассмотрения вопроса «О досрочном прекращении полномочий Председателя Думы Соликамского городского округа </w:t>
      </w:r>
      <w:r w:rsidRPr="00F56DE4">
        <w:rPr>
          <w:sz w:val="28"/>
          <w:szCs w:val="28"/>
          <w:lang w:val="en-US"/>
        </w:rPr>
        <w:t>VI</w:t>
      </w:r>
      <w:r w:rsidRPr="00F56DE4">
        <w:rPr>
          <w:sz w:val="28"/>
          <w:szCs w:val="28"/>
        </w:rPr>
        <w:t xml:space="preserve"> созыва Дингеса Дмитрия Владимировича</w:t>
      </w:r>
      <w:r>
        <w:rPr>
          <w:sz w:val="28"/>
          <w:szCs w:val="28"/>
        </w:rPr>
        <w:t>»</w:t>
      </w:r>
      <w:r w:rsidRPr="00F56DE4">
        <w:rPr>
          <w:sz w:val="28"/>
          <w:szCs w:val="28"/>
        </w:rPr>
        <w:t>;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60C6E">
        <w:rPr>
          <w:sz w:val="28"/>
          <w:szCs w:val="28"/>
        </w:rPr>
        <w:t>б утверждении Порядка назначения и проведения собраний, конференций граждан (собрания делегатов) на территории Соликамского городского округа</w:t>
      </w:r>
      <w:r>
        <w:rPr>
          <w:sz w:val="28"/>
          <w:szCs w:val="28"/>
        </w:rPr>
        <w:t>;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490377">
        <w:rPr>
          <w:bCs/>
          <w:sz w:val="28"/>
          <w:szCs w:val="28"/>
        </w:rPr>
        <w:t xml:space="preserve"> внесении изменений в 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03 г"/>
        </w:smartTagPr>
        <w:r w:rsidRPr="00490377">
          <w:rPr>
            <w:bCs/>
            <w:sz w:val="28"/>
            <w:szCs w:val="28"/>
          </w:rPr>
          <w:t>2011</w:t>
        </w:r>
        <w:r>
          <w:rPr>
            <w:bCs/>
            <w:sz w:val="28"/>
            <w:szCs w:val="28"/>
          </w:rPr>
          <w:t xml:space="preserve"> г</w:t>
        </w:r>
      </w:smartTag>
      <w:r>
        <w:rPr>
          <w:bCs/>
          <w:sz w:val="28"/>
          <w:szCs w:val="28"/>
        </w:rPr>
        <w:t>.</w:t>
      </w:r>
      <w:r w:rsidRPr="00490377">
        <w:rPr>
          <w:bCs/>
          <w:sz w:val="28"/>
          <w:szCs w:val="28"/>
        </w:rPr>
        <w:t xml:space="preserve"> № 1041 «</w:t>
      </w:r>
      <w:r w:rsidRPr="00490377">
        <w:rPr>
          <w:sz w:val="28"/>
          <w:szCs w:val="28"/>
        </w:rPr>
        <w:t>Об утверждении Порядка принесения</w:t>
      </w:r>
      <w:r>
        <w:rPr>
          <w:sz w:val="28"/>
          <w:szCs w:val="28"/>
        </w:rPr>
        <w:t xml:space="preserve"> </w:t>
      </w:r>
      <w:r w:rsidRPr="00490377">
        <w:rPr>
          <w:sz w:val="28"/>
          <w:szCs w:val="28"/>
        </w:rPr>
        <w:t>присяги главой города Соликамска»</w:t>
      </w:r>
      <w:r>
        <w:rPr>
          <w:sz w:val="28"/>
          <w:szCs w:val="28"/>
        </w:rPr>
        <w:t>;</w:t>
      </w:r>
    </w:p>
    <w:p w:rsidR="00C2013B" w:rsidRDefault="00C2013B" w:rsidP="00E746E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552F3">
        <w:rPr>
          <w:sz w:val="28"/>
          <w:szCs w:val="28"/>
        </w:rPr>
        <w:t>б  утверждении Положения</w:t>
      </w:r>
      <w:r w:rsidRPr="001552F3">
        <w:rPr>
          <w:bCs/>
          <w:sz w:val="28"/>
          <w:szCs w:val="28"/>
        </w:rPr>
        <w:t xml:space="preserve"> 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bCs/>
          <w:sz w:val="28"/>
          <w:szCs w:val="28"/>
        </w:rPr>
        <w:t>;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490377">
        <w:rPr>
          <w:bCs/>
          <w:sz w:val="28"/>
          <w:szCs w:val="28"/>
        </w:rPr>
        <w:t xml:space="preserve"> внесении изменений в </w:t>
      </w:r>
      <w:r w:rsidRPr="005D4042">
        <w:rPr>
          <w:bCs/>
          <w:sz w:val="28"/>
          <w:szCs w:val="28"/>
        </w:rPr>
        <w:t>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03 г"/>
        </w:smartTagPr>
        <w:r w:rsidRPr="005D4042">
          <w:rPr>
            <w:bCs/>
            <w:sz w:val="28"/>
            <w:szCs w:val="28"/>
          </w:rPr>
          <w:t>20</w:t>
        </w:r>
        <w:r>
          <w:rPr>
            <w:bCs/>
            <w:sz w:val="28"/>
            <w:szCs w:val="28"/>
          </w:rPr>
          <w:t>16 г</w:t>
        </w:r>
      </w:smartTag>
      <w:r>
        <w:rPr>
          <w:bCs/>
          <w:sz w:val="28"/>
          <w:szCs w:val="28"/>
        </w:rPr>
        <w:t>.</w:t>
      </w:r>
      <w:r w:rsidRPr="005D404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992</w:t>
      </w:r>
      <w:r w:rsidRPr="005D4042">
        <w:rPr>
          <w:bCs/>
          <w:sz w:val="28"/>
          <w:szCs w:val="28"/>
        </w:rPr>
        <w:t xml:space="preserve"> «</w:t>
      </w:r>
      <w:r w:rsidRPr="000C2F4C">
        <w:rPr>
          <w:sz w:val="28"/>
          <w:szCs w:val="28"/>
        </w:rPr>
        <w:t>Об утверждении Положения об удостоверении главы города Соликамска – главы администрации города Соликамска</w:t>
      </w:r>
      <w:r w:rsidRPr="00490377">
        <w:rPr>
          <w:sz w:val="28"/>
          <w:szCs w:val="28"/>
        </w:rPr>
        <w:t>».</w:t>
      </w:r>
    </w:p>
    <w:p w:rsidR="00C2013B" w:rsidRDefault="00C2013B" w:rsidP="00E746E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назначении старост поселка Бараново, деревни Володино, деревни Кузнецова Соликамского городского округа;</w:t>
      </w:r>
    </w:p>
    <w:p w:rsidR="00C2013B" w:rsidRPr="00A04AA0" w:rsidRDefault="00C2013B" w:rsidP="00E746E9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0331EF">
        <w:rPr>
          <w:sz w:val="28"/>
          <w:szCs w:val="28"/>
        </w:rPr>
        <w:t xml:space="preserve">б установлении границ территории </w:t>
      </w:r>
      <w:r>
        <w:rPr>
          <w:sz w:val="28"/>
          <w:szCs w:val="28"/>
        </w:rPr>
        <w:t>ТОС</w:t>
      </w:r>
      <w:r w:rsidRPr="00A04AA0">
        <w:rPr>
          <w:sz w:val="28"/>
          <w:szCs w:val="28"/>
        </w:rPr>
        <w:t xml:space="preserve"> «Малина» города Соликамска, ТОС «Радуга» города Соликамска; </w:t>
      </w:r>
      <w:r w:rsidRPr="00A04AA0">
        <w:rPr>
          <w:bCs/>
          <w:sz w:val="28"/>
          <w:szCs w:val="28"/>
        </w:rPr>
        <w:t xml:space="preserve"> ТОС «ЭКО-Дубрава» города Соликамска.</w:t>
      </w:r>
    </w:p>
    <w:p w:rsidR="00C2013B" w:rsidRPr="00A04AA0" w:rsidRDefault="00C2013B" w:rsidP="00E746E9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AA0">
        <w:rPr>
          <w:rFonts w:ascii="Times New Roman" w:hAnsi="Times New Roman" w:cs="Times New Roman"/>
          <w:b w:val="0"/>
          <w:sz w:val="28"/>
          <w:szCs w:val="28"/>
        </w:rPr>
        <w:t>о Соглашении о взаимодействии между Думой Соликамского городского округа и Соликамской городской прокуратурой в сфере единого правового пространства;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об утверждении структуры администрации Соликамского городского округа;</w:t>
      </w:r>
    </w:p>
    <w:p w:rsidR="00C2013B" w:rsidRDefault="00C2013B" w:rsidP="007F2E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2021 год и плановый период 2022 и 2023 годов</w:t>
      </w:r>
      <w:r>
        <w:rPr>
          <w:sz w:val="28"/>
          <w:szCs w:val="28"/>
        </w:rPr>
        <w:t>;</w:t>
      </w:r>
    </w:p>
    <w:p w:rsidR="00C2013B" w:rsidRPr="00A04AA0" w:rsidRDefault="00C2013B" w:rsidP="00E746E9">
      <w:pPr>
        <w:spacing w:line="360" w:lineRule="exact"/>
        <w:ind w:firstLine="709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и иные проекты решений.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В отчетном периоде были рассмотрены и в последующем удовлетворены Думой Соликамского городского округа </w:t>
      </w:r>
      <w:r>
        <w:rPr>
          <w:rFonts w:ascii="Times New Roman" w:hAnsi="Times New Roman"/>
          <w:sz w:val="28"/>
          <w:szCs w:val="28"/>
        </w:rPr>
        <w:t>8</w:t>
      </w:r>
      <w:r w:rsidRPr="00F56DE4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Pr="00F56DE4">
        <w:rPr>
          <w:rFonts w:ascii="Times New Roman" w:hAnsi="Times New Roman"/>
          <w:sz w:val="28"/>
          <w:szCs w:val="28"/>
        </w:rPr>
        <w:t xml:space="preserve"> прокурорского реагирования:</w:t>
      </w:r>
    </w:p>
    <w:p w:rsidR="00C2013B" w:rsidRPr="008B1339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п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редставление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об устранении нарушений законодательства о местном самоуправлении;</w:t>
      </w:r>
    </w:p>
    <w:p w:rsidR="00C2013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протест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на Устав Соликамского город</w:t>
      </w:r>
      <w:r>
        <w:rPr>
          <w:rFonts w:ascii="Times New Roman" w:hAnsi="Times New Roman" w:cs="Times New Roman"/>
          <w:b w:val="0"/>
          <w:sz w:val="28"/>
          <w:szCs w:val="28"/>
        </w:rPr>
        <w:t>ского округа;</w:t>
      </w:r>
    </w:p>
    <w:p w:rsidR="00C2013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 xml:space="preserve">на решение Думы Соликамского городского округа от 29 июня </w:t>
      </w:r>
      <w:smartTag w:uri="urn:schemas-microsoft-com:office:smarttags" w:element="metricconverter">
        <w:smartTagPr>
          <w:attr w:name="ProductID" w:val="2003 г"/>
        </w:smartTagPr>
        <w:r w:rsidRPr="00FE15FE">
          <w:rPr>
            <w:rFonts w:ascii="Times New Roman" w:hAnsi="Times New Roman" w:cs="Times New Roman"/>
            <w:b w:val="0"/>
            <w:sz w:val="28"/>
            <w:szCs w:val="28"/>
          </w:rPr>
          <w:t>2020 г</w:t>
        </w:r>
      </w:smartTag>
      <w:r w:rsidRPr="00FE15FE">
        <w:rPr>
          <w:rFonts w:ascii="Times New Roman" w:hAnsi="Times New Roman" w:cs="Times New Roman"/>
          <w:b w:val="0"/>
          <w:sz w:val="28"/>
          <w:szCs w:val="28"/>
        </w:rPr>
        <w:t>. № 750 «Об утверждении Порядка организации и проведения схода граждан в населенных пунктах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>на решение Соликамской городской Думы от 21 декабря 2011 г. № 177 «Об утверждении Кодекса этики и служебного поведения муниципальных служащих Соликамской городской Думы»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D2637E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8468C">
        <w:rPr>
          <w:rFonts w:ascii="Times New Roman" w:hAnsi="Times New Roman" w:cs="Times New Roman"/>
          <w:b w:val="0"/>
          <w:sz w:val="28"/>
          <w:szCs w:val="28"/>
        </w:rPr>
        <w:t xml:space="preserve">на решение Соликамской городской Думы от 26 апреля 2006 г. №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13 «Об утверждении Положения об организации и проведении публичных слушаний в Соликамском городском округе»;</w:t>
      </w:r>
    </w:p>
    <w:p w:rsidR="00C2013B" w:rsidRPr="00D2637E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>протест Соликамского городского прокурора на решение Думы Соликамского городского округа от 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сентября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№ 600 «Об утверждении Правил землепользования и застройки населенных пунктов Соликамского городского округа».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Кроме этого, рассмотрены и поддержаны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Соликамского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городского прокурора: 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внесения изменений в Устав Соликамского городского округа;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принятия нормативного правового акта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касающегося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порядка определения части территории СГО, на которой могут реализовываться инициативные проекты;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Соликамского городского округа от 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перечня вопросов для рассмотрения Думой Соликамского городского округа в 2021 году»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bCs w:val="0"/>
          <w:sz w:val="28"/>
          <w:szCs w:val="28"/>
        </w:rPr>
        <w:t>о принятии проекта модельного нормативного акта «Об утверждении Порядка назначения и проведения собраний граждан в целях рассмотрения и обсуждения вопросов внесения инициативных проектов в (наименование муниципального образования)»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C2013B" w:rsidRPr="0015541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внесения изменений в Кодекс этики и служебного поведения муниципальных служащих Думы Соликамского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712A7E" w:rsidRDefault="00C2013B" w:rsidP="00E746E9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5541B">
        <w:rPr>
          <w:sz w:val="28"/>
          <w:szCs w:val="28"/>
        </w:rPr>
        <w:t xml:space="preserve">и 1 предложение </w:t>
      </w:r>
      <w:r w:rsidRPr="0015541B">
        <w:rPr>
          <w:color w:val="000000"/>
          <w:sz w:val="28"/>
          <w:szCs w:val="28"/>
        </w:rPr>
        <w:t>Березниковского межрайонного природоохранного прокурора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внесении изменений в Устав Соликамского городского округа, утвержденный решением Соликамской городской Думы от 29.06.2005 № 412.</w:t>
      </w:r>
    </w:p>
    <w:p w:rsidR="00C2013B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2013B" w:rsidRPr="00F56DE4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слушания. Все три по проектам решений Думы Соликамского городского округа «О внесении изменений в Устав Соликамского городского округа».</w:t>
      </w:r>
    </w:p>
    <w:p w:rsidR="00C2013B" w:rsidRPr="00F56DE4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3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7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C2013B" w:rsidRPr="00F56DE4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C2013B" w:rsidRDefault="00C2013B" w:rsidP="00E746E9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14</w:t>
      </w:r>
      <w:r w:rsidRPr="00F56DE4">
        <w:rPr>
          <w:rFonts w:ascii="Times New Roman" w:hAnsi="Times New Roman"/>
          <w:sz w:val="28"/>
          <w:szCs w:val="28"/>
        </w:rPr>
        <w:t xml:space="preserve"> ходатайств.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граждан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были рассмотрены 3 уведомления инициативных групп граждан. Собрания граждан проводились по таким инициативным проектам как</w:t>
      </w:r>
      <w:r w:rsidRPr="00F56DE4">
        <w:rPr>
          <w:sz w:val="28"/>
          <w:szCs w:val="28"/>
        </w:rPr>
        <w:t xml:space="preserve"> «Георгиевская лестница</w:t>
      </w:r>
      <w:r>
        <w:rPr>
          <w:sz w:val="28"/>
          <w:szCs w:val="28"/>
        </w:rPr>
        <w:t xml:space="preserve">, </w:t>
      </w:r>
      <w:r w:rsidRPr="00F56DE4">
        <w:rPr>
          <w:sz w:val="28"/>
          <w:szCs w:val="28"/>
        </w:rPr>
        <w:t>«Создание беговой дорожки на пришкольном стадионе МАОУ «СОШ № 7</w:t>
      </w:r>
      <w:r>
        <w:rPr>
          <w:sz w:val="28"/>
          <w:szCs w:val="28"/>
        </w:rPr>
        <w:t xml:space="preserve">», </w:t>
      </w:r>
      <w:r w:rsidRPr="00F56DE4">
        <w:rPr>
          <w:sz w:val="28"/>
          <w:szCs w:val="28"/>
        </w:rPr>
        <w:t>«Обустройство футбольного поля на территории МАУ «СШОР «Старт» по адресу: г.Соликамск, ул. Белинского, 15</w:t>
      </w:r>
      <w:r>
        <w:rPr>
          <w:sz w:val="28"/>
          <w:szCs w:val="28"/>
        </w:rPr>
        <w:t>».</w:t>
      </w:r>
    </w:p>
    <w:p w:rsidR="00C2013B" w:rsidRPr="00F56DE4" w:rsidRDefault="00C2013B" w:rsidP="00E746E9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2020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 до 2030 года за 2020 год, информация о выполнении в 2020 году муниципальной программы «Развитие общественного самоуправления в Соликамском городском округе» и муниципальной программы «Развитие информационного общества на территории Соликамского городского округа».</w:t>
      </w:r>
    </w:p>
    <w:p w:rsidR="00C2013B" w:rsidRPr="00493844" w:rsidRDefault="00C2013B" w:rsidP="00E746E9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проектов нормативных правовых актов подготовлено 72 экспертных заключения.</w:t>
      </w:r>
    </w:p>
    <w:p w:rsidR="00C2013B" w:rsidRPr="00493844" w:rsidRDefault="00C2013B" w:rsidP="00E746E9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493844">
        <w:rPr>
          <w:sz w:val="28"/>
          <w:szCs w:val="28"/>
        </w:rPr>
        <w:t xml:space="preserve">В рамках осуществления мер по противодействию коррупции на основании заявлений, поступивших от губернатора Пермского края, рассмотрено 2 вопроса </w:t>
      </w:r>
      <w:r w:rsidRPr="00493844">
        <w:rPr>
          <w:bCs/>
          <w:sz w:val="28"/>
          <w:szCs w:val="28"/>
        </w:rPr>
        <w:t>о применении к депутат</w:t>
      </w:r>
      <w:r>
        <w:rPr>
          <w:bCs/>
          <w:sz w:val="28"/>
          <w:szCs w:val="28"/>
        </w:rPr>
        <w:t>ам</w:t>
      </w:r>
      <w:r w:rsidRPr="00493844">
        <w:rPr>
          <w:bCs/>
          <w:sz w:val="28"/>
          <w:szCs w:val="28"/>
        </w:rPr>
        <w:t xml:space="preserve"> Думы меры ответственности, предусмотренной частью 7.3-1 статьи 40 Федерального закона от 6 октября 2003 г. № 131-ФЗ «Об общих принципах организации местного самоуправления в Российской Федерации.</w:t>
      </w:r>
    </w:p>
    <w:p w:rsidR="00C2013B" w:rsidRDefault="00C2013B" w:rsidP="00E746E9">
      <w:pPr>
        <w:spacing w:line="360" w:lineRule="exact"/>
        <w:ind w:firstLine="708"/>
        <w:jc w:val="both"/>
        <w:rPr>
          <w:sz w:val="28"/>
          <w:szCs w:val="28"/>
        </w:rPr>
      </w:pPr>
    </w:p>
    <w:sectPr w:rsidR="00C2013B" w:rsidSect="00FB23C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13B" w:rsidRDefault="00C2013B" w:rsidP="00FB23C3">
      <w:r>
        <w:separator/>
      </w:r>
    </w:p>
  </w:endnote>
  <w:endnote w:type="continuationSeparator" w:id="0">
    <w:p w:rsidR="00C2013B" w:rsidRDefault="00C2013B" w:rsidP="00FB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13B" w:rsidRDefault="00C2013B" w:rsidP="00FB23C3">
      <w:r>
        <w:separator/>
      </w:r>
    </w:p>
  </w:footnote>
  <w:footnote w:type="continuationSeparator" w:id="0">
    <w:p w:rsidR="00C2013B" w:rsidRDefault="00C2013B" w:rsidP="00FB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013B" w:rsidRDefault="00C2013B">
    <w:pPr>
      <w:pStyle w:val="Header"/>
      <w:jc w:val="center"/>
    </w:pPr>
    <w:fldSimple w:instr=" PAGE   \* MERGEFORMAT ">
      <w:r>
        <w:rPr>
          <w:noProof/>
        </w:rPr>
        <w:t>6</w:t>
      </w:r>
    </w:fldSimple>
  </w:p>
  <w:p w:rsidR="00C2013B" w:rsidRDefault="00C2013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12F0"/>
    <w:rsid w:val="000205FB"/>
    <w:rsid w:val="00022286"/>
    <w:rsid w:val="00026DD1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3071C"/>
    <w:rsid w:val="0013242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1F452F"/>
    <w:rsid w:val="002003C1"/>
    <w:rsid w:val="00207A34"/>
    <w:rsid w:val="0021103A"/>
    <w:rsid w:val="002136C1"/>
    <w:rsid w:val="0021720F"/>
    <w:rsid w:val="00221A9F"/>
    <w:rsid w:val="002468F6"/>
    <w:rsid w:val="00266A9C"/>
    <w:rsid w:val="002728D0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B671F"/>
    <w:rsid w:val="002D3AF3"/>
    <w:rsid w:val="002D6F88"/>
    <w:rsid w:val="002F3022"/>
    <w:rsid w:val="002F349D"/>
    <w:rsid w:val="002F62BF"/>
    <w:rsid w:val="00300BE7"/>
    <w:rsid w:val="00302329"/>
    <w:rsid w:val="00305318"/>
    <w:rsid w:val="0030767B"/>
    <w:rsid w:val="0032247F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B4668"/>
    <w:rsid w:val="003D4EF5"/>
    <w:rsid w:val="003D525E"/>
    <w:rsid w:val="003D6B80"/>
    <w:rsid w:val="003E21F2"/>
    <w:rsid w:val="003E4ABD"/>
    <w:rsid w:val="003F0AE2"/>
    <w:rsid w:val="003F378D"/>
    <w:rsid w:val="003F7D18"/>
    <w:rsid w:val="004061CD"/>
    <w:rsid w:val="00414EFC"/>
    <w:rsid w:val="004161B4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BE6"/>
    <w:rsid w:val="004B5651"/>
    <w:rsid w:val="004C2DE2"/>
    <w:rsid w:val="004D1E66"/>
    <w:rsid w:val="004D284E"/>
    <w:rsid w:val="004E077B"/>
    <w:rsid w:val="00501B45"/>
    <w:rsid w:val="0050791E"/>
    <w:rsid w:val="00516324"/>
    <w:rsid w:val="00524C6F"/>
    <w:rsid w:val="00533C26"/>
    <w:rsid w:val="00536297"/>
    <w:rsid w:val="005802C7"/>
    <w:rsid w:val="005A7F70"/>
    <w:rsid w:val="005C7388"/>
    <w:rsid w:val="005D0CA7"/>
    <w:rsid w:val="005D4042"/>
    <w:rsid w:val="005D42AD"/>
    <w:rsid w:val="005D626C"/>
    <w:rsid w:val="005E1C6F"/>
    <w:rsid w:val="005E5630"/>
    <w:rsid w:val="005F4313"/>
    <w:rsid w:val="005F4372"/>
    <w:rsid w:val="005F48C7"/>
    <w:rsid w:val="00602085"/>
    <w:rsid w:val="00617A12"/>
    <w:rsid w:val="00623526"/>
    <w:rsid w:val="00630900"/>
    <w:rsid w:val="00635526"/>
    <w:rsid w:val="006440B7"/>
    <w:rsid w:val="00660C42"/>
    <w:rsid w:val="006634DA"/>
    <w:rsid w:val="0067031E"/>
    <w:rsid w:val="00674259"/>
    <w:rsid w:val="00681FB4"/>
    <w:rsid w:val="00693440"/>
    <w:rsid w:val="006A12AD"/>
    <w:rsid w:val="006A40D7"/>
    <w:rsid w:val="006A7143"/>
    <w:rsid w:val="006B0DD3"/>
    <w:rsid w:val="006C60CB"/>
    <w:rsid w:val="006D15A5"/>
    <w:rsid w:val="006E0D10"/>
    <w:rsid w:val="006E6ABB"/>
    <w:rsid w:val="00700B8E"/>
    <w:rsid w:val="0070293B"/>
    <w:rsid w:val="0070481D"/>
    <w:rsid w:val="0071238F"/>
    <w:rsid w:val="00712A7E"/>
    <w:rsid w:val="00714A67"/>
    <w:rsid w:val="00717FAE"/>
    <w:rsid w:val="0072138D"/>
    <w:rsid w:val="0073014B"/>
    <w:rsid w:val="00735368"/>
    <w:rsid w:val="00750E34"/>
    <w:rsid w:val="0075775A"/>
    <w:rsid w:val="00762F78"/>
    <w:rsid w:val="0076351A"/>
    <w:rsid w:val="00772AF1"/>
    <w:rsid w:val="00772F95"/>
    <w:rsid w:val="00780E06"/>
    <w:rsid w:val="007A48FC"/>
    <w:rsid w:val="007C6E5E"/>
    <w:rsid w:val="007D4FDA"/>
    <w:rsid w:val="007E797C"/>
    <w:rsid w:val="007F13B1"/>
    <w:rsid w:val="007F2E93"/>
    <w:rsid w:val="007F3942"/>
    <w:rsid w:val="00814542"/>
    <w:rsid w:val="008211EC"/>
    <w:rsid w:val="00827CBA"/>
    <w:rsid w:val="008332D6"/>
    <w:rsid w:val="008361BB"/>
    <w:rsid w:val="008424AB"/>
    <w:rsid w:val="008520CC"/>
    <w:rsid w:val="008568A8"/>
    <w:rsid w:val="0086138C"/>
    <w:rsid w:val="0086246F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C9D"/>
    <w:rsid w:val="008A1220"/>
    <w:rsid w:val="008B1339"/>
    <w:rsid w:val="008B2A41"/>
    <w:rsid w:val="008C220E"/>
    <w:rsid w:val="008D1DF2"/>
    <w:rsid w:val="008D405B"/>
    <w:rsid w:val="008D40B2"/>
    <w:rsid w:val="008E6997"/>
    <w:rsid w:val="00905771"/>
    <w:rsid w:val="00905936"/>
    <w:rsid w:val="00914677"/>
    <w:rsid w:val="00934705"/>
    <w:rsid w:val="009347AA"/>
    <w:rsid w:val="00947DA9"/>
    <w:rsid w:val="0095023A"/>
    <w:rsid w:val="009752A4"/>
    <w:rsid w:val="00985150"/>
    <w:rsid w:val="00985EE4"/>
    <w:rsid w:val="009864A5"/>
    <w:rsid w:val="0098781D"/>
    <w:rsid w:val="0099184E"/>
    <w:rsid w:val="00991FF0"/>
    <w:rsid w:val="00996AEB"/>
    <w:rsid w:val="009A0FBB"/>
    <w:rsid w:val="009A44A8"/>
    <w:rsid w:val="009B2C1D"/>
    <w:rsid w:val="009C44BD"/>
    <w:rsid w:val="009E273E"/>
    <w:rsid w:val="009F1C3F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A63C1"/>
    <w:rsid w:val="00AB148B"/>
    <w:rsid w:val="00AB4AD7"/>
    <w:rsid w:val="00AC1C80"/>
    <w:rsid w:val="00AC58CB"/>
    <w:rsid w:val="00AD4919"/>
    <w:rsid w:val="00AE6AEF"/>
    <w:rsid w:val="00AE757F"/>
    <w:rsid w:val="00AF42EA"/>
    <w:rsid w:val="00AF532A"/>
    <w:rsid w:val="00AF5A79"/>
    <w:rsid w:val="00B0001C"/>
    <w:rsid w:val="00B03E91"/>
    <w:rsid w:val="00B2692D"/>
    <w:rsid w:val="00B36037"/>
    <w:rsid w:val="00B376E3"/>
    <w:rsid w:val="00B40A1C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F565E"/>
    <w:rsid w:val="00BF57A1"/>
    <w:rsid w:val="00C2013B"/>
    <w:rsid w:val="00C25684"/>
    <w:rsid w:val="00C41209"/>
    <w:rsid w:val="00C544B3"/>
    <w:rsid w:val="00C64DFC"/>
    <w:rsid w:val="00C64E92"/>
    <w:rsid w:val="00C7633F"/>
    <w:rsid w:val="00CA4487"/>
    <w:rsid w:val="00CB3C9B"/>
    <w:rsid w:val="00CC365B"/>
    <w:rsid w:val="00CC61A8"/>
    <w:rsid w:val="00CC6C48"/>
    <w:rsid w:val="00CD2888"/>
    <w:rsid w:val="00CD5E21"/>
    <w:rsid w:val="00CE1A82"/>
    <w:rsid w:val="00CE5F89"/>
    <w:rsid w:val="00CE6878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B6AD5"/>
    <w:rsid w:val="00DC135E"/>
    <w:rsid w:val="00DC353B"/>
    <w:rsid w:val="00DC46AD"/>
    <w:rsid w:val="00DD034F"/>
    <w:rsid w:val="00DD346F"/>
    <w:rsid w:val="00DD4743"/>
    <w:rsid w:val="00DE1CA2"/>
    <w:rsid w:val="00DF004C"/>
    <w:rsid w:val="00DF035E"/>
    <w:rsid w:val="00E159FA"/>
    <w:rsid w:val="00E21081"/>
    <w:rsid w:val="00E2386A"/>
    <w:rsid w:val="00E256DE"/>
    <w:rsid w:val="00E47A84"/>
    <w:rsid w:val="00E606FC"/>
    <w:rsid w:val="00E60C6E"/>
    <w:rsid w:val="00E6342C"/>
    <w:rsid w:val="00E70B32"/>
    <w:rsid w:val="00E746E9"/>
    <w:rsid w:val="00E77BBA"/>
    <w:rsid w:val="00EA7496"/>
    <w:rsid w:val="00EC0050"/>
    <w:rsid w:val="00EC2E31"/>
    <w:rsid w:val="00ED08D1"/>
    <w:rsid w:val="00ED5390"/>
    <w:rsid w:val="00EE2D3B"/>
    <w:rsid w:val="00EF444E"/>
    <w:rsid w:val="00F028E7"/>
    <w:rsid w:val="00F24925"/>
    <w:rsid w:val="00F40192"/>
    <w:rsid w:val="00F5398E"/>
    <w:rsid w:val="00F56DE4"/>
    <w:rsid w:val="00F84826"/>
    <w:rsid w:val="00F87958"/>
    <w:rsid w:val="00F92D8D"/>
    <w:rsid w:val="00F954A2"/>
    <w:rsid w:val="00F95879"/>
    <w:rsid w:val="00FB1F54"/>
    <w:rsid w:val="00FB23C3"/>
    <w:rsid w:val="00FD1347"/>
    <w:rsid w:val="00FE1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77B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7BBA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8A1220"/>
    <w:pPr>
      <w:ind w:left="720"/>
      <w:contextualSpacing/>
    </w:pPr>
  </w:style>
  <w:style w:type="paragraph" w:customStyle="1" w:styleId="a">
    <w:name w:val="Стиль"/>
    <w:basedOn w:val="Normal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Header">
    <w:name w:val="header"/>
    <w:basedOn w:val="Normal"/>
    <w:link w:val="HeaderChar"/>
    <w:uiPriority w:val="99"/>
    <w:rsid w:val="00FB23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23C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FB23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B23C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1339</TotalTime>
  <Pages>6</Pages>
  <Words>1935</Words>
  <Characters>11035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User</cp:lastModifiedBy>
  <cp:revision>147</cp:revision>
  <cp:lastPrinted>2019-05-07T06:06:00Z</cp:lastPrinted>
  <dcterms:created xsi:type="dcterms:W3CDTF">2018-04-23T07:24:00Z</dcterms:created>
  <dcterms:modified xsi:type="dcterms:W3CDTF">2022-05-20T04:29:00Z</dcterms:modified>
</cp:coreProperties>
</file>