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B25" w:rsidRDefault="00423B25" w:rsidP="008D46F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23B25" w:rsidRDefault="00423B25" w:rsidP="008D46F0">
      <w:pPr>
        <w:spacing w:line="240" w:lineRule="exact"/>
        <w:jc w:val="right"/>
        <w:rPr>
          <w:sz w:val="28"/>
          <w:szCs w:val="28"/>
        </w:rPr>
      </w:pPr>
    </w:p>
    <w:p w:rsidR="00423B25" w:rsidRPr="00B950CA" w:rsidRDefault="00423B25" w:rsidP="00B950CA">
      <w:pPr>
        <w:spacing w:line="240" w:lineRule="exact"/>
        <w:jc w:val="right"/>
        <w:rPr>
          <w:sz w:val="28"/>
          <w:szCs w:val="28"/>
        </w:rPr>
      </w:pPr>
    </w:p>
    <w:p w:rsidR="00423B25" w:rsidRPr="00B950CA" w:rsidRDefault="00423B25" w:rsidP="00B950C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950CA">
        <w:rPr>
          <w:sz w:val="28"/>
          <w:szCs w:val="28"/>
        </w:rPr>
        <w:t xml:space="preserve">Внесен </w:t>
      </w:r>
      <w:r>
        <w:rPr>
          <w:sz w:val="28"/>
          <w:szCs w:val="28"/>
        </w:rPr>
        <w:t>депутатом</w:t>
      </w:r>
      <w:r w:rsidRPr="00B950CA">
        <w:rPr>
          <w:sz w:val="28"/>
          <w:szCs w:val="28"/>
        </w:rPr>
        <w:t xml:space="preserve"> Думы Соликамского городского округа </w:t>
      </w:r>
    </w:p>
    <w:p w:rsidR="00423B25" w:rsidRPr="00B950CA" w:rsidRDefault="00423B25" w:rsidP="00B950C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950CA">
        <w:rPr>
          <w:sz w:val="28"/>
          <w:szCs w:val="28"/>
        </w:rPr>
        <w:t>по избирательному округу № 2 И.Г.Мингазеев</w:t>
      </w:r>
      <w:r>
        <w:rPr>
          <w:sz w:val="28"/>
          <w:szCs w:val="28"/>
        </w:rPr>
        <w:t>ым</w:t>
      </w:r>
      <w:r w:rsidRPr="00B950CA">
        <w:rPr>
          <w:sz w:val="28"/>
          <w:szCs w:val="28"/>
        </w:rPr>
        <w:t xml:space="preserve"> </w:t>
      </w:r>
    </w:p>
    <w:p w:rsidR="00423B25" w:rsidRPr="00B950CA" w:rsidRDefault="00423B25" w:rsidP="00B950CA">
      <w:pPr>
        <w:spacing w:line="240" w:lineRule="exact"/>
        <w:jc w:val="right"/>
        <w:rPr>
          <w:sz w:val="28"/>
          <w:szCs w:val="28"/>
        </w:rPr>
      </w:pPr>
    </w:p>
    <w:p w:rsidR="00423B25" w:rsidRPr="00B950CA" w:rsidRDefault="00423B25" w:rsidP="00B950CA">
      <w:pPr>
        <w:spacing w:line="240" w:lineRule="exact"/>
        <w:jc w:val="right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Pr="005538BD" w:rsidRDefault="00423B25" w:rsidP="005538BD">
      <w:pPr>
        <w:autoSpaceDE w:val="0"/>
        <w:autoSpaceDN w:val="0"/>
        <w:adjustRightInd w:val="0"/>
        <w:spacing w:line="240" w:lineRule="exact"/>
        <w:ind w:right="4598"/>
        <w:rPr>
          <w:b/>
          <w:bCs/>
          <w:sz w:val="28"/>
          <w:szCs w:val="28"/>
        </w:rPr>
      </w:pPr>
      <w:r w:rsidRPr="005538BD">
        <w:rPr>
          <w:b/>
          <w:bCs/>
          <w:sz w:val="28"/>
          <w:szCs w:val="28"/>
        </w:rPr>
        <w:t xml:space="preserve">Об утверждении Положения о порядке и размерах возмещения расходов, связанных с осуществлением депутатских полномочий, депутату </w:t>
      </w:r>
      <w:r>
        <w:rPr>
          <w:b/>
          <w:bCs/>
          <w:sz w:val="28"/>
          <w:szCs w:val="28"/>
        </w:rPr>
        <w:t>Думы Соликамского городского округа</w:t>
      </w:r>
      <w:r w:rsidRPr="005538BD">
        <w:rPr>
          <w:b/>
          <w:bCs/>
          <w:sz w:val="28"/>
          <w:szCs w:val="28"/>
        </w:rPr>
        <w:t>, осуществляющему свои полномочия на непостоянной основе</w:t>
      </w: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A977EF">
      <w:pPr>
        <w:spacing w:line="240" w:lineRule="exact"/>
        <w:jc w:val="both"/>
        <w:rPr>
          <w:b/>
          <w:sz w:val="28"/>
          <w:szCs w:val="28"/>
        </w:rPr>
      </w:pPr>
    </w:p>
    <w:p w:rsidR="00423B25" w:rsidRDefault="00423B25" w:rsidP="005538BD">
      <w:pPr>
        <w:pStyle w:val="ConsPlusNormal"/>
        <w:ind w:firstLine="708"/>
        <w:jc w:val="both"/>
        <w:rPr>
          <w:sz w:val="28"/>
          <w:szCs w:val="28"/>
        </w:rPr>
      </w:pPr>
      <w:r w:rsidRPr="005538B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Pr="005538BD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 xml:space="preserve">ым законом </w:t>
      </w:r>
      <w:r w:rsidRPr="005538B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6 октября </w:t>
      </w:r>
      <w:smartTag w:uri="urn:schemas-microsoft-com:office:smarttags" w:element="metricconverter">
        <w:smartTagPr>
          <w:attr w:name="ProductID" w:val="2003 г"/>
        </w:smartTagPr>
        <w:r w:rsidRPr="005538BD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5538BD">
        <w:rPr>
          <w:sz w:val="28"/>
          <w:szCs w:val="28"/>
        </w:rPr>
        <w:t xml:space="preserve"> </w:t>
      </w:r>
      <w:r>
        <w:rPr>
          <w:sz w:val="28"/>
          <w:szCs w:val="28"/>
        </w:rPr>
        <w:t>№ 131-ФЗ «</w:t>
      </w:r>
      <w:r w:rsidRPr="005538BD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hyperlink r:id="rId6" w:history="1">
        <w:r w:rsidRPr="005538BD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ей</w:t>
        </w:r>
        <w:r w:rsidRPr="005538BD">
          <w:rPr>
            <w:sz w:val="28"/>
            <w:szCs w:val="28"/>
          </w:rPr>
          <w:t xml:space="preserve"> 2</w:t>
        </w:r>
      </w:hyperlink>
      <w:r w:rsidRPr="005538BD">
        <w:rPr>
          <w:sz w:val="28"/>
          <w:szCs w:val="28"/>
        </w:rPr>
        <w:t xml:space="preserve"> Закона Пермского края от 10 мая </w:t>
      </w:r>
      <w:smartTag w:uri="urn:schemas-microsoft-com:office:smarttags" w:element="metricconverter">
        <w:smartTagPr>
          <w:attr w:name="ProductID" w:val="2011 г"/>
        </w:smartTagPr>
        <w:r w:rsidRPr="005538BD"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>. № 767-ПК «</w:t>
      </w:r>
      <w:r w:rsidRPr="005538BD">
        <w:rPr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Пермском крае</w:t>
      </w:r>
      <w:r>
        <w:rPr>
          <w:sz w:val="28"/>
          <w:szCs w:val="28"/>
        </w:rPr>
        <w:t>»</w:t>
      </w:r>
      <w:r w:rsidRPr="005538BD">
        <w:rPr>
          <w:sz w:val="28"/>
          <w:szCs w:val="28"/>
        </w:rPr>
        <w:t xml:space="preserve">, </w:t>
      </w:r>
      <w:hyperlink r:id="rId7" w:history="1">
        <w:r w:rsidRPr="005538BD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ей</w:t>
        </w:r>
        <w:r w:rsidRPr="005538BD">
          <w:rPr>
            <w:sz w:val="28"/>
            <w:szCs w:val="28"/>
          </w:rPr>
          <w:t xml:space="preserve"> 29.1</w:t>
        </w:r>
      </w:hyperlink>
      <w:r w:rsidRPr="005538BD">
        <w:rPr>
          <w:sz w:val="28"/>
          <w:szCs w:val="28"/>
        </w:rPr>
        <w:t xml:space="preserve"> Устава Соликамского городского округа</w:t>
      </w:r>
    </w:p>
    <w:p w:rsidR="00423B25" w:rsidRPr="007668BA" w:rsidRDefault="00423B25" w:rsidP="00217FE9">
      <w:pPr>
        <w:ind w:firstLine="709"/>
        <w:jc w:val="both"/>
        <w:rPr>
          <w:sz w:val="28"/>
          <w:szCs w:val="28"/>
        </w:rPr>
      </w:pPr>
      <w:r w:rsidRPr="007668BA">
        <w:rPr>
          <w:sz w:val="28"/>
          <w:szCs w:val="28"/>
        </w:rPr>
        <w:t>Дума Соликамского городского округа РЕШИЛА:</w:t>
      </w:r>
    </w:p>
    <w:p w:rsidR="00423B25" w:rsidRDefault="00423B25" w:rsidP="007668BA">
      <w:pPr>
        <w:pStyle w:val="ConsPlusNormal"/>
        <w:ind w:firstLine="708"/>
        <w:jc w:val="both"/>
        <w:rPr>
          <w:sz w:val="28"/>
          <w:szCs w:val="28"/>
        </w:rPr>
      </w:pPr>
      <w:r w:rsidRPr="007668BA">
        <w:rPr>
          <w:sz w:val="28"/>
          <w:szCs w:val="28"/>
        </w:rPr>
        <w:t xml:space="preserve">1. Утвердить прилагаемое </w:t>
      </w:r>
      <w:hyperlink w:anchor="P35" w:history="1">
        <w:r w:rsidRPr="007668BA">
          <w:rPr>
            <w:sz w:val="28"/>
            <w:szCs w:val="28"/>
          </w:rPr>
          <w:t>Положение</w:t>
        </w:r>
      </w:hyperlink>
      <w:r w:rsidRPr="007668BA">
        <w:rPr>
          <w:sz w:val="28"/>
          <w:szCs w:val="28"/>
        </w:rPr>
        <w:t xml:space="preserve"> о порядке и размерах возмещения расходов, связанных с осуществлением депутатских полномочий, депутату </w:t>
      </w:r>
      <w:r>
        <w:rPr>
          <w:sz w:val="28"/>
          <w:szCs w:val="28"/>
        </w:rPr>
        <w:t>Думы Соликамского городского округа</w:t>
      </w:r>
      <w:r w:rsidRPr="007668BA">
        <w:rPr>
          <w:sz w:val="28"/>
          <w:szCs w:val="28"/>
        </w:rPr>
        <w:t>, осуществляющему свои полномочия на непостоянной основе.</w:t>
      </w:r>
    </w:p>
    <w:p w:rsidR="00423B25" w:rsidRDefault="00423B25" w:rsidP="007668BA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</w:t>
      </w:r>
      <w:r w:rsidR="00424156">
        <w:rPr>
          <w:sz w:val="28"/>
          <w:szCs w:val="28"/>
        </w:rPr>
        <w:t xml:space="preserve"> с 1 января 2023 года</w:t>
      </w:r>
      <w:r>
        <w:rPr>
          <w:sz w:val="28"/>
          <w:szCs w:val="28"/>
        </w:rPr>
        <w:t>:</w:t>
      </w:r>
    </w:p>
    <w:p w:rsidR="00423B25" w:rsidRDefault="00423B25" w:rsidP="00723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2378F">
        <w:rPr>
          <w:sz w:val="28"/>
          <w:szCs w:val="28"/>
        </w:rPr>
        <w:t>ешение Соликамской городской Думы от 31</w:t>
      </w:r>
      <w:r>
        <w:rPr>
          <w:sz w:val="28"/>
          <w:szCs w:val="28"/>
        </w:rPr>
        <w:t xml:space="preserve"> июля </w:t>
      </w:r>
      <w:smartTag w:uri="urn:schemas-microsoft-com:office:smarttags" w:element="metricconverter">
        <w:smartTagPr>
          <w:attr w:name="ProductID" w:val="2013 г"/>
        </w:smartTagPr>
        <w:r w:rsidRPr="0072378F">
          <w:rPr>
            <w:sz w:val="28"/>
            <w:szCs w:val="28"/>
          </w:rPr>
          <w:t>2013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№</w:t>
      </w:r>
      <w:r w:rsidRPr="0072378F">
        <w:rPr>
          <w:sz w:val="28"/>
          <w:szCs w:val="28"/>
        </w:rPr>
        <w:t xml:space="preserve"> 496</w:t>
      </w:r>
      <w:r>
        <w:rPr>
          <w:sz w:val="28"/>
          <w:szCs w:val="28"/>
        </w:rPr>
        <w:t xml:space="preserve"> «</w:t>
      </w:r>
      <w:r w:rsidRPr="0072378F">
        <w:rPr>
          <w:sz w:val="28"/>
          <w:szCs w:val="28"/>
        </w:rPr>
        <w:t>Об утверждении Положения о порядке и размерах возмещения расходов, связанных с осуществлением депутатских полномочий, депутату Соликамской городской Думы, осуществляющему свои по</w:t>
      </w:r>
      <w:r>
        <w:rPr>
          <w:sz w:val="28"/>
          <w:szCs w:val="28"/>
        </w:rPr>
        <w:t>лномочия на непостоянной основе»;</w:t>
      </w:r>
    </w:p>
    <w:p w:rsidR="00423B25" w:rsidRDefault="00423B25" w:rsidP="00723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2378F">
        <w:rPr>
          <w:sz w:val="28"/>
          <w:szCs w:val="28"/>
        </w:rPr>
        <w:t>ешение Соликамской городской Думы от 26</w:t>
      </w:r>
      <w:r>
        <w:rPr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14 г"/>
        </w:smartTagPr>
        <w:r w:rsidRPr="0072378F">
          <w:rPr>
            <w:sz w:val="28"/>
            <w:szCs w:val="28"/>
          </w:rPr>
          <w:t xml:space="preserve">2014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 №</w:t>
      </w:r>
      <w:r w:rsidRPr="0072378F">
        <w:rPr>
          <w:sz w:val="28"/>
          <w:szCs w:val="28"/>
        </w:rPr>
        <w:t xml:space="preserve"> 611</w:t>
      </w:r>
      <w:r>
        <w:rPr>
          <w:sz w:val="28"/>
          <w:szCs w:val="28"/>
        </w:rPr>
        <w:t xml:space="preserve"> «</w:t>
      </w:r>
      <w:r w:rsidRPr="0072378F">
        <w:rPr>
          <w:sz w:val="28"/>
          <w:szCs w:val="28"/>
        </w:rPr>
        <w:t xml:space="preserve">О внесении изменений в решение Соликамской городской Думы от 31.07.2013 № 496 «Об утверждении Положения о порядке и размерах возмещения расходов, </w:t>
      </w:r>
      <w:r w:rsidRPr="0072378F">
        <w:rPr>
          <w:sz w:val="28"/>
          <w:szCs w:val="28"/>
        </w:rPr>
        <w:lastRenderedPageBreak/>
        <w:t>связанных с осуществлением депутатских полномочий, депутату Соликамской городской Думы, осуществляющему свои полномочия на непостоянной основе</w:t>
      </w:r>
      <w:r>
        <w:rPr>
          <w:sz w:val="28"/>
          <w:szCs w:val="28"/>
        </w:rPr>
        <w:t>».</w:t>
      </w:r>
      <w:bookmarkStart w:id="0" w:name="_GoBack"/>
      <w:bookmarkEnd w:id="0"/>
    </w:p>
    <w:p w:rsidR="00423B25" w:rsidRDefault="00423B25" w:rsidP="003F1D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68BA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после его официального опубликования в газете «Соликамский рабочий», но не ранее 1 января 2023 года.</w:t>
      </w:r>
    </w:p>
    <w:p w:rsidR="00423B25" w:rsidRDefault="00423B25" w:rsidP="003F1D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423B25" w:rsidRPr="00AD799F" w:rsidTr="0019509E">
        <w:tc>
          <w:tcPr>
            <w:tcW w:w="4785" w:type="dxa"/>
          </w:tcPr>
          <w:p w:rsidR="00423B25" w:rsidRPr="00AD799F" w:rsidRDefault="00423B25" w:rsidP="0019509E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AD799F">
              <w:rPr>
                <w:sz w:val="28"/>
                <w:szCs w:val="28"/>
              </w:rPr>
              <w:t xml:space="preserve">Председатель Думы Соликамского городского округа </w:t>
            </w:r>
          </w:p>
        </w:tc>
        <w:tc>
          <w:tcPr>
            <w:tcW w:w="4785" w:type="dxa"/>
          </w:tcPr>
          <w:p w:rsidR="00423B25" w:rsidRPr="00AD799F" w:rsidRDefault="00423B25" w:rsidP="00AD799F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AD799F">
              <w:rPr>
                <w:sz w:val="28"/>
                <w:szCs w:val="28"/>
              </w:rPr>
              <w:t xml:space="preserve">Глава городского округа – глава администрации Соликамского городского округа   </w:t>
            </w:r>
          </w:p>
        </w:tc>
      </w:tr>
      <w:tr w:rsidR="00423B25" w:rsidRPr="00845E67" w:rsidTr="0019509E">
        <w:tc>
          <w:tcPr>
            <w:tcW w:w="4785" w:type="dxa"/>
          </w:tcPr>
          <w:p w:rsidR="00423B25" w:rsidRPr="00AD799F" w:rsidRDefault="00423B25" w:rsidP="0019509E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r w:rsidRPr="00AD799F">
              <w:rPr>
                <w:sz w:val="28"/>
                <w:szCs w:val="28"/>
              </w:rPr>
              <w:t>И.Г.Мингазеев</w:t>
            </w:r>
          </w:p>
        </w:tc>
        <w:tc>
          <w:tcPr>
            <w:tcW w:w="4785" w:type="dxa"/>
          </w:tcPr>
          <w:p w:rsidR="00423B25" w:rsidRPr="00845E67" w:rsidRDefault="00423B25" w:rsidP="0019509E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r w:rsidRPr="00AD799F">
              <w:rPr>
                <w:sz w:val="28"/>
                <w:szCs w:val="28"/>
              </w:rPr>
              <w:t>Е.Н.Самоуков</w:t>
            </w:r>
          </w:p>
        </w:tc>
      </w:tr>
    </w:tbl>
    <w:p w:rsidR="00423B25" w:rsidRPr="007668BA" w:rsidRDefault="00423B25" w:rsidP="003F1D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423B25" w:rsidRPr="007668BA" w:rsidSect="009507F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B25" w:rsidRDefault="00423B25" w:rsidP="009507F6">
      <w:r>
        <w:separator/>
      </w:r>
    </w:p>
  </w:endnote>
  <w:endnote w:type="continuationSeparator" w:id="0">
    <w:p w:rsidR="00423B25" w:rsidRDefault="00423B25" w:rsidP="00950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B25" w:rsidRDefault="00423B25" w:rsidP="009507F6">
      <w:r>
        <w:separator/>
      </w:r>
    </w:p>
  </w:footnote>
  <w:footnote w:type="continuationSeparator" w:id="0">
    <w:p w:rsidR="00423B25" w:rsidRDefault="00423B25" w:rsidP="00950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B25" w:rsidRDefault="00423B25" w:rsidP="004B5B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3B25" w:rsidRDefault="00423B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B25" w:rsidRDefault="00423B25" w:rsidP="004B5B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24156">
      <w:rPr>
        <w:rStyle w:val="a7"/>
        <w:noProof/>
      </w:rPr>
      <w:t>2</w:t>
    </w:r>
    <w:r>
      <w:rPr>
        <w:rStyle w:val="a7"/>
      </w:rPr>
      <w:fldChar w:fldCharType="end"/>
    </w:r>
  </w:p>
  <w:p w:rsidR="00423B25" w:rsidRDefault="00423B25">
    <w:pPr>
      <w:pStyle w:val="a3"/>
      <w:jc w:val="center"/>
    </w:pPr>
  </w:p>
  <w:p w:rsidR="00423B25" w:rsidRDefault="00423B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7EF"/>
    <w:rsid w:val="000241B8"/>
    <w:rsid w:val="000E07FE"/>
    <w:rsid w:val="000F1DB4"/>
    <w:rsid w:val="001675C7"/>
    <w:rsid w:val="0019509E"/>
    <w:rsid w:val="001972B4"/>
    <w:rsid w:val="001B0124"/>
    <w:rsid w:val="001C1387"/>
    <w:rsid w:val="001E1546"/>
    <w:rsid w:val="001F64C8"/>
    <w:rsid w:val="0021253E"/>
    <w:rsid w:val="00217FE9"/>
    <w:rsid w:val="00246FEF"/>
    <w:rsid w:val="00260A70"/>
    <w:rsid w:val="00261293"/>
    <w:rsid w:val="002C136C"/>
    <w:rsid w:val="002D0550"/>
    <w:rsid w:val="002D788D"/>
    <w:rsid w:val="00320A82"/>
    <w:rsid w:val="00334D48"/>
    <w:rsid w:val="00360B92"/>
    <w:rsid w:val="00390216"/>
    <w:rsid w:val="00394EC9"/>
    <w:rsid w:val="003B1FCB"/>
    <w:rsid w:val="003B46A1"/>
    <w:rsid w:val="003F0E91"/>
    <w:rsid w:val="003F1D94"/>
    <w:rsid w:val="003F4E78"/>
    <w:rsid w:val="00423B25"/>
    <w:rsid w:val="00424156"/>
    <w:rsid w:val="00467317"/>
    <w:rsid w:val="00480C81"/>
    <w:rsid w:val="00484239"/>
    <w:rsid w:val="004B5B0A"/>
    <w:rsid w:val="004C49BA"/>
    <w:rsid w:val="004E4B61"/>
    <w:rsid w:val="004F33CC"/>
    <w:rsid w:val="005538BD"/>
    <w:rsid w:val="00563C33"/>
    <w:rsid w:val="00570348"/>
    <w:rsid w:val="0059312E"/>
    <w:rsid w:val="005D649C"/>
    <w:rsid w:val="006163DD"/>
    <w:rsid w:val="00680DEB"/>
    <w:rsid w:val="00683964"/>
    <w:rsid w:val="006A4DE5"/>
    <w:rsid w:val="006B5009"/>
    <w:rsid w:val="006E4DDB"/>
    <w:rsid w:val="00701B89"/>
    <w:rsid w:val="00713661"/>
    <w:rsid w:val="00714F73"/>
    <w:rsid w:val="0072378F"/>
    <w:rsid w:val="007668BA"/>
    <w:rsid w:val="007C413F"/>
    <w:rsid w:val="007C7E28"/>
    <w:rsid w:val="007F675F"/>
    <w:rsid w:val="00813D9E"/>
    <w:rsid w:val="008278D1"/>
    <w:rsid w:val="00845E67"/>
    <w:rsid w:val="00850CF0"/>
    <w:rsid w:val="00881E34"/>
    <w:rsid w:val="008A71CA"/>
    <w:rsid w:val="008B6982"/>
    <w:rsid w:val="008D0C90"/>
    <w:rsid w:val="008D46F0"/>
    <w:rsid w:val="00935503"/>
    <w:rsid w:val="009507F6"/>
    <w:rsid w:val="0095569D"/>
    <w:rsid w:val="0096736F"/>
    <w:rsid w:val="00981506"/>
    <w:rsid w:val="009D2166"/>
    <w:rsid w:val="00A30F1A"/>
    <w:rsid w:val="00A977EF"/>
    <w:rsid w:val="00AB7AE0"/>
    <w:rsid w:val="00AC3B8F"/>
    <w:rsid w:val="00AD799F"/>
    <w:rsid w:val="00B069D3"/>
    <w:rsid w:val="00B22D10"/>
    <w:rsid w:val="00B950CA"/>
    <w:rsid w:val="00BA09B8"/>
    <w:rsid w:val="00BB5834"/>
    <w:rsid w:val="00BD57FD"/>
    <w:rsid w:val="00C23082"/>
    <w:rsid w:val="00C556DA"/>
    <w:rsid w:val="00C90E43"/>
    <w:rsid w:val="00C926C4"/>
    <w:rsid w:val="00CF075F"/>
    <w:rsid w:val="00D075F1"/>
    <w:rsid w:val="00D615D1"/>
    <w:rsid w:val="00DA2C12"/>
    <w:rsid w:val="00DA42BE"/>
    <w:rsid w:val="00DC750F"/>
    <w:rsid w:val="00DD1909"/>
    <w:rsid w:val="00DD3CF3"/>
    <w:rsid w:val="00E16B23"/>
    <w:rsid w:val="00E20E8B"/>
    <w:rsid w:val="00E809E9"/>
    <w:rsid w:val="00E87D84"/>
    <w:rsid w:val="00EC6179"/>
    <w:rsid w:val="00ED4F53"/>
    <w:rsid w:val="00EE0D9D"/>
    <w:rsid w:val="00EF64AF"/>
    <w:rsid w:val="00F41B6F"/>
    <w:rsid w:val="00F71449"/>
    <w:rsid w:val="00F96BFA"/>
    <w:rsid w:val="00FA367A"/>
    <w:rsid w:val="00FA6DFC"/>
    <w:rsid w:val="00FB0AE8"/>
    <w:rsid w:val="00FD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BC5D9B"/>
  <w15:docId w15:val="{D4317B02-A703-400C-B21F-BF8A22F5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7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07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9507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mailStyle191">
    <w:name w:val="EmailStyle191"/>
    <w:uiPriority w:val="99"/>
    <w:semiHidden/>
    <w:rsid w:val="001E1546"/>
    <w:rPr>
      <w:rFonts w:ascii="Arial" w:hAnsi="Arial"/>
      <w:color w:val="auto"/>
      <w:sz w:val="20"/>
    </w:rPr>
  </w:style>
  <w:style w:type="character" w:styleId="a7">
    <w:name w:val="page number"/>
    <w:basedOn w:val="a0"/>
    <w:uiPriority w:val="99"/>
    <w:rsid w:val="004C49BA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5538BD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AD799F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39E0AC45E7873D886CE03C42D111CE88051BB57FE96035B2EBAF18342AA2A2C23C71270CF8D713251B99CEC2F3D6C2B0DB47C715FF885F5556F7FBW6M3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39E0AC45E7873D886CE03C42D11BC888051BB57AE6693DB5E5F2123C73AEA0C5332E300BB1DB12251A99CACDACD3D7A18348C10FE189404954F5WFM9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356</Words>
  <Characters>2030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Admin-PC</cp:lastModifiedBy>
  <cp:revision>29</cp:revision>
  <cp:lastPrinted>2021-10-25T04:35:00Z</cp:lastPrinted>
  <dcterms:created xsi:type="dcterms:W3CDTF">2019-10-31T09:56:00Z</dcterms:created>
  <dcterms:modified xsi:type="dcterms:W3CDTF">2022-11-14T16:33:00Z</dcterms:modified>
</cp:coreProperties>
</file>