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AB" w:rsidRDefault="00D626AB" w:rsidP="00AA031C">
      <w:pPr>
        <w:pStyle w:val="a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87pt;margin-top:220.5pt;width:193.5pt;height:22.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" filled="f" stroked="f">
            <v:textbox inset="0,0,0,0">
              <w:txbxContent>
                <w:p w:rsidR="00D626AB" w:rsidRPr="008724B5" w:rsidRDefault="00D626AB" w:rsidP="008724B5">
                  <w:pPr>
                    <w:pStyle w:val="a"/>
                    <w:spacing w:after="0"/>
                    <w:contextualSpacing/>
                  </w:pPr>
                  <w:r>
                    <w:t xml:space="preserve">О направлении поправки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6" o:spid="_x0000_s1027" type="#_x0000_t202" style="position:absolute;margin-left:105.35pt;margin-top:194.75pt;width:75.65pt;height:14.4pt;z-index: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<v:textbox inset="0,0,0,0">
              <w:txbxContent>
                <w:p w:rsidR="00D626AB" w:rsidRPr="00F919B8" w:rsidRDefault="00D626AB" w:rsidP="008724B5">
                  <w:pPr>
                    <w:pStyle w:val="Header"/>
                    <w:jc w:val="left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5" o:spid="_x0000_s1028" type="#_x0000_t202" style="position:absolute;margin-left:192.8pt;margin-top:172.95pt;width:154.45pt;height:14.4pt;z-index: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<v:textbox inset="0,0,0,0">
              <w:txbxContent>
                <w:p w:rsidR="00D626AB" w:rsidRPr="001A2849" w:rsidRDefault="00D626AB" w:rsidP="008E0D07">
                  <w:pPr>
                    <w:pStyle w:val="Header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9" o:spid="_x0000_s1029" type="#_x0000_t202" style="position:absolute;margin-left:85.05pt;margin-top:774.25pt;width:266.45pt;height:29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<v:textbox inset="0,0,0,0">
              <w:txbxContent>
                <w:p w:rsidR="00D626AB" w:rsidRDefault="00D626AB" w:rsidP="008E0D07">
                  <w:pPr>
                    <w:pStyle w:val="a0"/>
                    <w:rPr>
                      <w:lang w:val="en-US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8" o:spid="_x0000_s1030" type="#_x0000_t202" style="position:absolute;margin-left:351.55pt;margin-top:97.8pt;width:209.75pt;height:105.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<v:textbox inset="0,0,0,0">
              <w:txbxContent>
                <w:p w:rsidR="00D626AB" w:rsidRDefault="00D626AB" w:rsidP="008E0D07">
                  <w:pPr>
                    <w:pStyle w:val="a2"/>
                  </w:pPr>
                  <w:r>
                    <w:t>Председателю Думы Соликамского городского округа</w:t>
                  </w:r>
                </w:p>
                <w:p w:rsidR="00D626AB" w:rsidRDefault="00D626AB" w:rsidP="008E0D07">
                  <w:pPr>
                    <w:pStyle w:val="a2"/>
                  </w:pPr>
                  <w:r>
                    <w:t xml:space="preserve">И.Г. Мингазееву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7" o:spid="_x0000_s1031" type="#_x0000_t202" style="position:absolute;margin-left:192.8pt;margin-top:194.75pt;width:92.15pt;height:14.4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<v:textbox inset="0,0,0,0">
              <w:txbxContent>
                <w:p w:rsidR="00D626AB" w:rsidRPr="001A2849" w:rsidRDefault="00D626AB" w:rsidP="008E0D07">
                  <w:pPr>
                    <w:pStyle w:val="Header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Text Box 264" o:spid="_x0000_s1032" type="#_x0000_t202" style="position:absolute;margin-left:85.05pt;margin-top:172.95pt;width:89.3pt;height:14.4pt;z-index: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<v:textbox inset="0,0,0,0">
              <w:txbxContent>
                <w:p w:rsidR="00D626AB" w:rsidRPr="00F919B8" w:rsidRDefault="00D626AB" w:rsidP="008E0D07">
                  <w:pPr>
                    <w:pStyle w:val="Header"/>
                    <w:rPr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63" o:spid="_x0000_s1033" type="#_x0000_t75" alt="11" style="position:absolute;margin-left:81.35pt;margin-top:18.15pt;width:481.7pt;height:207.9pt;z-index:251654144;visibility:visible;mso-position-horizontal-relative:page;mso-position-vertical-relative:page">
            <v:imagedata r:id="rId6" o:title=""/>
            <w10:wrap type="topAndBottom" anchorx="page" anchory="page"/>
          </v:shape>
        </w:pict>
      </w:r>
    </w:p>
    <w:p w:rsidR="00D626AB" w:rsidRDefault="00D626AB" w:rsidP="001B1463">
      <w:pPr>
        <w:spacing w:after="480" w:line="360" w:lineRule="exact"/>
        <w:jc w:val="center"/>
        <w:rPr>
          <w:b/>
        </w:rPr>
      </w:pPr>
      <w:r w:rsidRPr="00AA031C">
        <w:t>Уважаемый Игорь Гаптуллович!</w:t>
      </w:r>
    </w:p>
    <w:p w:rsidR="00D626AB" w:rsidRDefault="00D626AB" w:rsidP="00AA031C">
      <w:pPr>
        <w:spacing w:line="360" w:lineRule="exact"/>
        <w:ind w:firstLine="709"/>
        <w:jc w:val="both"/>
      </w:pPr>
      <w:r>
        <w:t>В соответствии с заключением аппарата Думы Соликамского городского округа на проект решения Думы Соликамского городского округа «О внесении изменений в Положение о муниципальном жилищном контроле на территории Соликамского городского округа, утвержденное решением Думы Соликамского городского округа от 15.09.2021 № 984», направляем для рассмотрения следующую поправку к данному проекту решения:</w:t>
      </w:r>
    </w:p>
    <w:p w:rsidR="00D626AB" w:rsidRDefault="00D626AB" w:rsidP="005F6D23">
      <w:pPr>
        <w:spacing w:line="360" w:lineRule="exact"/>
        <w:ind w:firstLine="709"/>
        <w:jc w:val="both"/>
      </w:pPr>
      <w:r>
        <w:t>Проект решения дополнить пунктом 1.2 следующего содержания:</w:t>
      </w:r>
    </w:p>
    <w:p w:rsidR="00D626AB" w:rsidRDefault="00D626AB" w:rsidP="001B1463">
      <w:pPr>
        <w:spacing w:after="480" w:line="360" w:lineRule="exact"/>
        <w:ind w:firstLine="709"/>
        <w:jc w:val="both"/>
      </w:pPr>
      <w:r>
        <w:t xml:space="preserve">«1.2. </w:t>
      </w:r>
      <w:r w:rsidRPr="00AB2BFC">
        <w:t>в раздел</w:t>
      </w:r>
      <w:r>
        <w:t>е</w:t>
      </w:r>
      <w:r w:rsidRPr="00AB2BFC">
        <w:t xml:space="preserve"> V </w:t>
      </w:r>
      <w:r>
        <w:t>«Заключительные положения» цифры «2023» заменить цифрами «2025».».</w:t>
      </w:r>
      <w:bookmarkStart w:id="0" w:name="_GoBack"/>
      <w:bookmarkEnd w:id="0"/>
    </w:p>
    <w:p w:rsidR="00D626AB" w:rsidRDefault="00D626AB" w:rsidP="004E1DFF">
      <w:pPr>
        <w:spacing w:line="240" w:lineRule="exact"/>
        <w:jc w:val="both"/>
      </w:pPr>
      <w:r>
        <w:t>Глава городского округа-</w:t>
      </w:r>
    </w:p>
    <w:p w:rsidR="00D626AB" w:rsidRDefault="00D626AB" w:rsidP="004E1DFF">
      <w:pPr>
        <w:spacing w:line="240" w:lineRule="exact"/>
        <w:jc w:val="both"/>
      </w:pPr>
      <w:r>
        <w:t xml:space="preserve">глава администрации </w:t>
      </w:r>
    </w:p>
    <w:p w:rsidR="00D626AB" w:rsidRDefault="00D626AB" w:rsidP="004E1DFF">
      <w:pPr>
        <w:spacing w:line="240" w:lineRule="exact"/>
        <w:jc w:val="both"/>
      </w:pPr>
      <w:r>
        <w:t>Соликамского городского округа                                                           Е.Н. Самоуков</w:t>
      </w:r>
    </w:p>
    <w:p w:rsidR="00D626AB" w:rsidRDefault="00D626AB" w:rsidP="00891609">
      <w:pPr>
        <w:spacing w:line="360" w:lineRule="exact"/>
        <w:ind w:firstLine="709"/>
        <w:jc w:val="both"/>
      </w:pPr>
      <w:r>
        <w:t xml:space="preserve">  </w:t>
      </w:r>
    </w:p>
    <w:p w:rsidR="00D626AB" w:rsidRPr="00891609" w:rsidRDefault="00D626AB" w:rsidP="00891609">
      <w:pPr>
        <w:spacing w:line="360" w:lineRule="exact"/>
        <w:ind w:firstLine="709"/>
        <w:jc w:val="both"/>
      </w:pPr>
    </w:p>
    <w:p w:rsidR="00D626AB" w:rsidRPr="00891609" w:rsidRDefault="00D626AB" w:rsidP="00891609">
      <w:pPr>
        <w:spacing w:line="360" w:lineRule="exact"/>
        <w:ind w:firstLine="709"/>
        <w:jc w:val="center"/>
        <w:rPr>
          <w:b/>
        </w:rPr>
      </w:pPr>
    </w:p>
    <w:sectPr w:rsidR="00D626AB" w:rsidRPr="00891609" w:rsidSect="00770775">
      <w:headerReference w:type="even" r:id="rId7"/>
      <w:headerReference w:type="default" r:id="rId8"/>
      <w:footerReference w:type="default" r:id="rId9"/>
      <w:footerReference w:type="first" r:id="rId10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6AB" w:rsidRDefault="00D626AB">
      <w:r>
        <w:separator/>
      </w:r>
    </w:p>
  </w:endnote>
  <w:endnote w:type="continuationSeparator" w:id="0">
    <w:p w:rsidR="00D626AB" w:rsidRDefault="00D62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6AB" w:rsidRDefault="00D626AB">
    <w:pPr>
      <w:pStyle w:val="Footer"/>
      <w:rPr>
        <w:lang w:val="en-US"/>
      </w:rPr>
    </w:pPr>
    <w:r>
      <w:t>024</w:t>
    </w:r>
    <w:r>
      <w:rPr>
        <w:lang w:val="en-US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6AB" w:rsidRDefault="00D626AB">
    <w:pPr>
      <w:pStyle w:val="Footer"/>
      <w:rPr>
        <w:lang w:val="en-US"/>
      </w:rPr>
    </w:pPr>
    <w:r>
      <w:t>020</w:t>
    </w: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6AB" w:rsidRDefault="00D626AB">
      <w:r>
        <w:separator/>
      </w:r>
    </w:p>
  </w:footnote>
  <w:footnote w:type="continuationSeparator" w:id="0">
    <w:p w:rsidR="00D626AB" w:rsidRDefault="00D626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6AB" w:rsidRDefault="00D626A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6AB" w:rsidRDefault="00D626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6AB" w:rsidRDefault="00D626A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626AB" w:rsidRDefault="00D626A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5EAE"/>
    <w:rsid w:val="00006E8B"/>
    <w:rsid w:val="00012D50"/>
    <w:rsid w:val="00031EB5"/>
    <w:rsid w:val="000320E4"/>
    <w:rsid w:val="0007358C"/>
    <w:rsid w:val="00085C64"/>
    <w:rsid w:val="000A1018"/>
    <w:rsid w:val="000A1249"/>
    <w:rsid w:val="000F047E"/>
    <w:rsid w:val="000F5EAE"/>
    <w:rsid w:val="00101731"/>
    <w:rsid w:val="00136C19"/>
    <w:rsid w:val="001450B8"/>
    <w:rsid w:val="001617A8"/>
    <w:rsid w:val="00182C35"/>
    <w:rsid w:val="00191FB7"/>
    <w:rsid w:val="001A2849"/>
    <w:rsid w:val="001B1463"/>
    <w:rsid w:val="001D1569"/>
    <w:rsid w:val="001D3F15"/>
    <w:rsid w:val="001E3D8D"/>
    <w:rsid w:val="001F415D"/>
    <w:rsid w:val="002077CA"/>
    <w:rsid w:val="002370F8"/>
    <w:rsid w:val="0028108D"/>
    <w:rsid w:val="00285157"/>
    <w:rsid w:val="0028655A"/>
    <w:rsid w:val="00290178"/>
    <w:rsid w:val="002A1714"/>
    <w:rsid w:val="002E0EAA"/>
    <w:rsid w:val="002E58A5"/>
    <w:rsid w:val="00313BD7"/>
    <w:rsid w:val="00353DEB"/>
    <w:rsid w:val="003807C0"/>
    <w:rsid w:val="003906D8"/>
    <w:rsid w:val="003D3930"/>
    <w:rsid w:val="003D4ACD"/>
    <w:rsid w:val="003E5046"/>
    <w:rsid w:val="003E6A02"/>
    <w:rsid w:val="004434B8"/>
    <w:rsid w:val="004448E6"/>
    <w:rsid w:val="00482187"/>
    <w:rsid w:val="004E1DFF"/>
    <w:rsid w:val="004F0C5A"/>
    <w:rsid w:val="004F68BF"/>
    <w:rsid w:val="00534011"/>
    <w:rsid w:val="0053612B"/>
    <w:rsid w:val="005438E0"/>
    <w:rsid w:val="005505FE"/>
    <w:rsid w:val="00552ADF"/>
    <w:rsid w:val="005F6D23"/>
    <w:rsid w:val="006333E0"/>
    <w:rsid w:val="006D443E"/>
    <w:rsid w:val="00735D1C"/>
    <w:rsid w:val="00736B92"/>
    <w:rsid w:val="00737A24"/>
    <w:rsid w:val="00761D5E"/>
    <w:rsid w:val="00770775"/>
    <w:rsid w:val="007E5F58"/>
    <w:rsid w:val="00861BE3"/>
    <w:rsid w:val="008724B5"/>
    <w:rsid w:val="00875736"/>
    <w:rsid w:val="00891609"/>
    <w:rsid w:val="008A300E"/>
    <w:rsid w:val="008C41D1"/>
    <w:rsid w:val="008E0D07"/>
    <w:rsid w:val="00946A6E"/>
    <w:rsid w:val="00973EE1"/>
    <w:rsid w:val="009772CB"/>
    <w:rsid w:val="0098049A"/>
    <w:rsid w:val="00983927"/>
    <w:rsid w:val="009D34A4"/>
    <w:rsid w:val="009E48FD"/>
    <w:rsid w:val="00A20CAB"/>
    <w:rsid w:val="00A7019E"/>
    <w:rsid w:val="00AA031C"/>
    <w:rsid w:val="00AB2BFC"/>
    <w:rsid w:val="00AB61AD"/>
    <w:rsid w:val="00B12253"/>
    <w:rsid w:val="00B17F20"/>
    <w:rsid w:val="00B957AF"/>
    <w:rsid w:val="00C11CD6"/>
    <w:rsid w:val="00C53D70"/>
    <w:rsid w:val="00C76D98"/>
    <w:rsid w:val="00C97BDE"/>
    <w:rsid w:val="00CB0CD4"/>
    <w:rsid w:val="00D12283"/>
    <w:rsid w:val="00D51DC3"/>
    <w:rsid w:val="00D626AB"/>
    <w:rsid w:val="00D712A8"/>
    <w:rsid w:val="00DA24F6"/>
    <w:rsid w:val="00DB3748"/>
    <w:rsid w:val="00DF4430"/>
    <w:rsid w:val="00E246F5"/>
    <w:rsid w:val="00E614D0"/>
    <w:rsid w:val="00E8211E"/>
    <w:rsid w:val="00EB400D"/>
    <w:rsid w:val="00EE1320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4F6"/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574F"/>
    <w:rPr>
      <w:sz w:val="28"/>
      <w:szCs w:val="20"/>
    </w:rPr>
  </w:style>
  <w:style w:type="paragraph" w:customStyle="1" w:styleId="a">
    <w:name w:val="Заголовок к тексту"/>
    <w:basedOn w:val="Normal"/>
    <w:next w:val="BodyText"/>
    <w:uiPriority w:val="99"/>
    <w:rsid w:val="00DA24F6"/>
    <w:pPr>
      <w:suppressAutoHyphens/>
      <w:spacing w:after="480" w:line="240" w:lineRule="exact"/>
    </w:pPr>
    <w:rPr>
      <w:b/>
    </w:rPr>
  </w:style>
  <w:style w:type="paragraph" w:styleId="BodyText">
    <w:name w:val="Body Text"/>
    <w:basedOn w:val="Normal"/>
    <w:link w:val="BodyTextChar"/>
    <w:uiPriority w:val="99"/>
    <w:rsid w:val="00DA24F6"/>
    <w:pPr>
      <w:spacing w:line="360" w:lineRule="exact"/>
      <w:ind w:firstLine="7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4574F"/>
    <w:rPr>
      <w:sz w:val="28"/>
      <w:szCs w:val="20"/>
    </w:rPr>
  </w:style>
  <w:style w:type="paragraph" w:customStyle="1" w:styleId="a0">
    <w:name w:val="Исполнитель"/>
    <w:basedOn w:val="BodyText"/>
    <w:uiPriority w:val="99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Footer">
    <w:name w:val="footer"/>
    <w:basedOn w:val="Normal"/>
    <w:link w:val="FooterChar"/>
    <w:uiPriority w:val="99"/>
    <w:rsid w:val="00DA24F6"/>
    <w:pPr>
      <w:suppressAutoHyphens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4574F"/>
    <w:rPr>
      <w:sz w:val="28"/>
      <w:szCs w:val="20"/>
    </w:rPr>
  </w:style>
  <w:style w:type="paragraph" w:styleId="Signature">
    <w:name w:val="Signature"/>
    <w:basedOn w:val="Normal"/>
    <w:next w:val="BodyText"/>
    <w:link w:val="SignatureChar"/>
    <w:uiPriority w:val="99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4574F"/>
    <w:rPr>
      <w:sz w:val="28"/>
      <w:szCs w:val="20"/>
    </w:rPr>
  </w:style>
  <w:style w:type="paragraph" w:customStyle="1" w:styleId="a1">
    <w:name w:val="Приложение"/>
    <w:basedOn w:val="BodyText"/>
    <w:uiPriority w:val="99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2">
    <w:name w:val="Адресат"/>
    <w:basedOn w:val="Normal"/>
    <w:uiPriority w:val="99"/>
    <w:rsid w:val="00DA24F6"/>
    <w:pPr>
      <w:suppressAutoHyphens/>
      <w:spacing w:line="240" w:lineRule="exact"/>
    </w:pPr>
  </w:style>
  <w:style w:type="paragraph" w:customStyle="1" w:styleId="a3">
    <w:name w:val="Подпись на  бланке должностного лица"/>
    <w:basedOn w:val="Normal"/>
    <w:next w:val="BodyText"/>
    <w:uiPriority w:val="99"/>
    <w:rsid w:val="00DA24F6"/>
    <w:pPr>
      <w:spacing w:before="480" w:line="240" w:lineRule="exact"/>
      <w:ind w:left="7088"/>
    </w:pPr>
  </w:style>
  <w:style w:type="character" w:styleId="PageNumber">
    <w:name w:val="page number"/>
    <w:basedOn w:val="DefaultParagraphFont"/>
    <w:uiPriority w:val="99"/>
    <w:rsid w:val="00DA24F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E5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74F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19</TotalTime>
  <Pages>1</Pages>
  <Words>109</Words>
  <Characters>624</Characters>
  <Application>Microsoft Office Outlook</Application>
  <DocSecurity>0</DocSecurity>
  <Lines>0</Lines>
  <Paragraphs>0</Paragraphs>
  <ScaleCrop>false</ScaleCrop>
  <Company>Гамма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2008-07-16T10:14:00Z</cp:lastPrinted>
  <dcterms:created xsi:type="dcterms:W3CDTF">2023-12-13T06:06:00Z</dcterms:created>
  <dcterms:modified xsi:type="dcterms:W3CDTF">2024-01-16T06:46:00Z</dcterms:modified>
</cp:coreProperties>
</file>