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62" w:rsidRPr="00C4309E" w:rsidRDefault="00C82962" w:rsidP="00C4309E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>П</w:t>
      </w:r>
      <w:r>
        <w:rPr>
          <w:rFonts w:ascii="Times New Roman" w:hAnsi="Times New Roman"/>
          <w:sz w:val="28"/>
          <w:szCs w:val="20"/>
        </w:rPr>
        <w:t>роект</w:t>
      </w:r>
    </w:p>
    <w:p w:rsidR="00C82962" w:rsidRDefault="00C82962" w:rsidP="009D0232">
      <w:pPr>
        <w:spacing w:before="480" w:after="0" w:line="240" w:lineRule="exact"/>
        <w:ind w:left="4536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>Внесен глав</w:t>
      </w:r>
      <w:r>
        <w:rPr>
          <w:rFonts w:ascii="Times New Roman" w:hAnsi="Times New Roman"/>
          <w:sz w:val="28"/>
          <w:szCs w:val="20"/>
        </w:rPr>
        <w:t>ой городского</w:t>
      </w:r>
    </w:p>
    <w:p w:rsidR="00C82962" w:rsidRPr="00C4309E" w:rsidRDefault="00C82962" w:rsidP="009D0232">
      <w:pPr>
        <w:spacing w:after="0" w:line="240" w:lineRule="exact"/>
        <w:ind w:left="4536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>округа -</w:t>
      </w:r>
      <w:r>
        <w:rPr>
          <w:rFonts w:ascii="Times New Roman" w:hAnsi="Times New Roman"/>
          <w:sz w:val="28"/>
          <w:szCs w:val="20"/>
        </w:rPr>
        <w:t xml:space="preserve"> </w:t>
      </w:r>
      <w:r w:rsidRPr="00C4309E">
        <w:rPr>
          <w:rFonts w:ascii="Times New Roman" w:hAnsi="Times New Roman"/>
          <w:sz w:val="28"/>
          <w:szCs w:val="20"/>
        </w:rPr>
        <w:t>глав</w:t>
      </w:r>
      <w:r>
        <w:rPr>
          <w:rFonts w:ascii="Times New Roman" w:hAnsi="Times New Roman"/>
          <w:sz w:val="28"/>
          <w:szCs w:val="20"/>
        </w:rPr>
        <w:t>ой</w:t>
      </w:r>
      <w:r w:rsidRPr="00C4309E">
        <w:rPr>
          <w:rFonts w:ascii="Times New Roman" w:hAnsi="Times New Roman"/>
          <w:sz w:val="28"/>
          <w:szCs w:val="20"/>
        </w:rPr>
        <w:t xml:space="preserve"> администрации Соликамского городского округа</w:t>
      </w:r>
    </w:p>
    <w:p w:rsidR="00C82962" w:rsidRPr="00C4309E" w:rsidRDefault="00C82962" w:rsidP="003F50AC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А.А. Русановым</w:t>
      </w:r>
    </w:p>
    <w:p w:rsidR="00C82962" w:rsidRDefault="00C82962" w:rsidP="00C4309E">
      <w:pPr>
        <w:spacing w:after="0" w:line="240" w:lineRule="exact"/>
        <w:ind w:right="-6"/>
        <w:jc w:val="both"/>
        <w:rPr>
          <w:rFonts w:ascii="Times New Roman" w:hAnsi="Times New Roman"/>
          <w:b/>
          <w:sz w:val="28"/>
          <w:szCs w:val="20"/>
        </w:rPr>
      </w:pPr>
    </w:p>
    <w:p w:rsidR="00C82962" w:rsidRPr="00C4309E" w:rsidRDefault="00C82962" w:rsidP="00C4309E">
      <w:pPr>
        <w:spacing w:after="0" w:line="240" w:lineRule="exact"/>
        <w:ind w:right="-6"/>
        <w:jc w:val="both"/>
        <w:rPr>
          <w:rFonts w:ascii="Times New Roman" w:hAnsi="Times New Roman"/>
          <w:b/>
          <w:sz w:val="28"/>
          <w:szCs w:val="20"/>
        </w:rPr>
      </w:pPr>
    </w:p>
    <w:p w:rsidR="00C82962" w:rsidRPr="00C4309E" w:rsidRDefault="00C8296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C82962" w:rsidRPr="00C4309E" w:rsidRDefault="00C8296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C82962" w:rsidRPr="00C4309E" w:rsidRDefault="00C8296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C82962" w:rsidRPr="00C4309E" w:rsidRDefault="00C8296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C82962" w:rsidRDefault="00C82962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 внесении изменения в решение</w:t>
      </w:r>
      <w:r w:rsidRPr="009D0232">
        <w:rPr>
          <w:rFonts w:ascii="Times New Roman" w:hAnsi="Times New Roman"/>
          <w:b/>
          <w:sz w:val="28"/>
          <w:szCs w:val="20"/>
        </w:rPr>
        <w:t xml:space="preserve"> </w:t>
      </w:r>
    </w:p>
    <w:p w:rsidR="00C82962" w:rsidRDefault="00C82962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Думы Соликамского городского округа</w:t>
      </w:r>
      <w:r w:rsidRPr="009D0232">
        <w:rPr>
          <w:rFonts w:ascii="Times New Roman" w:hAnsi="Times New Roman"/>
          <w:b/>
          <w:sz w:val="28"/>
          <w:szCs w:val="20"/>
        </w:rPr>
        <w:t xml:space="preserve"> </w:t>
      </w:r>
    </w:p>
    <w:p w:rsidR="00C82962" w:rsidRDefault="00C8296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от 31 июля </w:t>
      </w:r>
      <w:smartTag w:uri="urn:schemas-microsoft-com:office:smarttags" w:element="metricconverter">
        <w:smartTagPr>
          <w:attr w:name="ProductID" w:val="2024 г"/>
        </w:smartTagPr>
        <w:r>
          <w:rPr>
            <w:rFonts w:ascii="Times New Roman" w:hAnsi="Times New Roman"/>
            <w:b/>
            <w:sz w:val="28"/>
            <w:szCs w:val="20"/>
          </w:rPr>
          <w:t>2024 г</w:t>
        </w:r>
      </w:smartTag>
      <w:r>
        <w:rPr>
          <w:rFonts w:ascii="Times New Roman" w:hAnsi="Times New Roman"/>
          <w:b/>
          <w:sz w:val="28"/>
          <w:szCs w:val="20"/>
        </w:rPr>
        <w:t>. № 511 «О снижении</w:t>
      </w:r>
    </w:p>
    <w:p w:rsidR="00C82962" w:rsidRDefault="00C8296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размера</w:t>
      </w:r>
      <w:r w:rsidRPr="009D0232">
        <w:rPr>
          <w:rFonts w:ascii="Times New Roman" w:hAnsi="Times New Roman"/>
          <w:b/>
          <w:sz w:val="28"/>
          <w:szCs w:val="20"/>
        </w:rPr>
        <w:t xml:space="preserve"> части прибыли Соликамского МУП </w:t>
      </w:r>
    </w:p>
    <w:p w:rsidR="00C82962" w:rsidRDefault="00C8296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 w:rsidRPr="009D0232">
        <w:rPr>
          <w:rFonts w:ascii="Times New Roman" w:hAnsi="Times New Roman"/>
          <w:b/>
          <w:sz w:val="28"/>
          <w:szCs w:val="20"/>
        </w:rPr>
        <w:t>«Теплоэнерго», остающе</w:t>
      </w:r>
      <w:r>
        <w:rPr>
          <w:rFonts w:ascii="Times New Roman" w:hAnsi="Times New Roman"/>
          <w:b/>
          <w:sz w:val="28"/>
          <w:szCs w:val="20"/>
        </w:rPr>
        <w:t>йся после уплаты</w:t>
      </w:r>
    </w:p>
    <w:p w:rsidR="00C82962" w:rsidRDefault="00C82962" w:rsidP="009D0232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налогов и иных</w:t>
      </w:r>
      <w:r w:rsidRPr="009D0232">
        <w:rPr>
          <w:rFonts w:ascii="Times New Roman" w:hAnsi="Times New Roman"/>
          <w:b/>
          <w:sz w:val="28"/>
          <w:szCs w:val="20"/>
        </w:rPr>
        <w:t xml:space="preserve"> обязательных платежей </w:t>
      </w:r>
      <w:r>
        <w:rPr>
          <w:rFonts w:ascii="Times New Roman" w:hAnsi="Times New Roman"/>
          <w:b/>
          <w:sz w:val="28"/>
          <w:szCs w:val="20"/>
        </w:rPr>
        <w:t>и</w:t>
      </w:r>
    </w:p>
    <w:p w:rsidR="00C82962" w:rsidRDefault="00C8296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 w:rsidRPr="009D0232">
        <w:rPr>
          <w:rFonts w:ascii="Times New Roman" w:hAnsi="Times New Roman"/>
          <w:b/>
          <w:sz w:val="28"/>
          <w:szCs w:val="20"/>
        </w:rPr>
        <w:t>подлежащей перечислению в бюджет</w:t>
      </w:r>
      <w:r>
        <w:rPr>
          <w:rFonts w:ascii="Times New Roman" w:hAnsi="Times New Roman"/>
          <w:b/>
          <w:sz w:val="28"/>
          <w:szCs w:val="20"/>
        </w:rPr>
        <w:t xml:space="preserve"> </w:t>
      </w:r>
    </w:p>
    <w:p w:rsidR="00C82962" w:rsidRPr="00C4309E" w:rsidRDefault="00C8296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 w:rsidRPr="009D0232">
        <w:rPr>
          <w:rFonts w:ascii="Times New Roman" w:hAnsi="Times New Roman"/>
          <w:b/>
          <w:sz w:val="28"/>
          <w:szCs w:val="20"/>
        </w:rPr>
        <w:t>Соликамского городского округа за 2023 год</w:t>
      </w:r>
      <w:r>
        <w:rPr>
          <w:rFonts w:ascii="Times New Roman" w:hAnsi="Times New Roman"/>
          <w:b/>
          <w:sz w:val="28"/>
          <w:szCs w:val="20"/>
        </w:rPr>
        <w:t>»</w:t>
      </w:r>
    </w:p>
    <w:p w:rsidR="00C82962" w:rsidRPr="00C4309E" w:rsidRDefault="00C8296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C82962" w:rsidRDefault="00C82962" w:rsidP="001B03FD">
      <w:pPr>
        <w:autoSpaceDE w:val="0"/>
        <w:autoSpaceDN w:val="0"/>
        <w:adjustRightInd w:val="0"/>
        <w:spacing w:before="4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09E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со статьей 295 Гражданского кодекса Российской Федерации, </w:t>
      </w:r>
      <w:r w:rsidRPr="00C4309E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е</w:t>
      </w:r>
      <w:r w:rsidRPr="00C4309E">
        <w:rPr>
          <w:rFonts w:ascii="Times New Roman" w:hAnsi="Times New Roman"/>
          <w:sz w:val="28"/>
          <w:szCs w:val="28"/>
        </w:rPr>
        <w:t xml:space="preserve">й 17 Федерального закона от 14 ноября </w:t>
      </w:r>
      <w:smartTag w:uri="urn:schemas-microsoft-com:office:smarttags" w:element="metricconverter">
        <w:smartTagPr>
          <w:attr w:name="ProductID" w:val="2002 г"/>
        </w:smartTagPr>
        <w:r w:rsidRPr="00C4309E">
          <w:rPr>
            <w:rFonts w:ascii="Times New Roman" w:hAnsi="Times New Roman"/>
            <w:sz w:val="28"/>
            <w:szCs w:val="28"/>
          </w:rPr>
          <w:t>2002 г</w:t>
        </w:r>
      </w:smartTag>
      <w:r w:rsidRPr="00C4309E">
        <w:rPr>
          <w:rFonts w:ascii="Times New Roman" w:hAnsi="Times New Roman"/>
          <w:sz w:val="28"/>
          <w:szCs w:val="28"/>
        </w:rPr>
        <w:t xml:space="preserve">. № 161-ФЗ «О государственных и муниципальных унитарных предприятиях», </w:t>
      </w:r>
      <w:r>
        <w:rPr>
          <w:rFonts w:ascii="Times New Roman" w:hAnsi="Times New Roman"/>
          <w:sz w:val="28"/>
          <w:szCs w:val="28"/>
        </w:rPr>
        <w:t xml:space="preserve">статьей 23 Устава Соликамского городского округа, </w:t>
      </w:r>
      <w:r w:rsidRPr="008F1FAF">
        <w:rPr>
          <w:rFonts w:ascii="Times New Roman" w:hAnsi="Times New Roman"/>
          <w:sz w:val="28"/>
          <w:szCs w:val="28"/>
        </w:rPr>
        <w:t>решением Соликамской</w:t>
      </w:r>
      <w:r w:rsidRPr="00C4309E">
        <w:rPr>
          <w:rFonts w:ascii="Times New Roman" w:hAnsi="Times New Roman"/>
          <w:sz w:val="28"/>
          <w:szCs w:val="28"/>
        </w:rPr>
        <w:t xml:space="preserve"> городской Думы от 25 июня </w:t>
      </w:r>
      <w:smartTag w:uri="urn:schemas-microsoft-com:office:smarttags" w:element="metricconverter">
        <w:smartTagPr>
          <w:attr w:name="ProductID" w:val="2008 г"/>
        </w:smartTagPr>
        <w:r w:rsidRPr="00C4309E">
          <w:rPr>
            <w:rFonts w:ascii="Times New Roman" w:hAnsi="Times New Roman"/>
            <w:sz w:val="28"/>
            <w:szCs w:val="28"/>
          </w:rPr>
          <w:t>2008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C4309E">
        <w:rPr>
          <w:rFonts w:ascii="Times New Roman" w:hAnsi="Times New Roman"/>
          <w:sz w:val="28"/>
          <w:szCs w:val="28"/>
        </w:rPr>
        <w:t xml:space="preserve"> № 408 «Об утверждении Положения об управлении и распоряжении имуществом, находящимся в муниципальной собственности Соликамского городского округа»,</w:t>
      </w:r>
      <w:r w:rsidRPr="008B0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Порядком </w:t>
      </w:r>
      <w:r w:rsidRPr="008C31BB">
        <w:rPr>
          <w:rFonts w:ascii="Times New Roman" w:hAnsi="Times New Roman"/>
          <w:sz w:val="28"/>
          <w:szCs w:val="28"/>
        </w:rPr>
        <w:t>определения размера части прибыли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муниципальных унитарных предприятий,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остающейся после уплаты налогов и 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обязательных платежей и подлежащей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перечислению в бюджет Соликамского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городского округа, утвержденны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8C31BB">
        <w:rPr>
          <w:rFonts w:ascii="Times New Roman" w:hAnsi="Times New Roman"/>
          <w:sz w:val="28"/>
          <w:szCs w:val="28"/>
        </w:rPr>
        <w:t>решением Соликамской городской Думы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58CC">
        <w:rPr>
          <w:rFonts w:ascii="Times New Roman" w:hAnsi="Times New Roman"/>
          <w:sz w:val="28"/>
          <w:szCs w:val="28"/>
        </w:rPr>
        <w:t xml:space="preserve">от 27 февраля </w:t>
      </w:r>
      <w:smartTag w:uri="urn:schemas-microsoft-com:office:smarttags" w:element="metricconverter">
        <w:smartTagPr>
          <w:attr w:name="ProductID" w:val="2008 г"/>
        </w:smartTagPr>
        <w:r w:rsidRPr="005358CC">
          <w:rPr>
            <w:rFonts w:ascii="Times New Roman" w:hAnsi="Times New Roman"/>
            <w:sz w:val="28"/>
            <w:szCs w:val="28"/>
          </w:rPr>
          <w:t>2008 г</w:t>
        </w:r>
      </w:smartTag>
      <w:r w:rsidRPr="005358CC">
        <w:rPr>
          <w:rFonts w:ascii="Times New Roman" w:hAnsi="Times New Roman"/>
          <w:sz w:val="28"/>
          <w:szCs w:val="28"/>
        </w:rPr>
        <w:t>. № 302</w:t>
      </w:r>
      <w:r>
        <w:rPr>
          <w:rFonts w:ascii="Times New Roman" w:hAnsi="Times New Roman"/>
          <w:sz w:val="28"/>
          <w:szCs w:val="28"/>
        </w:rPr>
        <w:t>,</w:t>
      </w:r>
    </w:p>
    <w:p w:rsidR="00C82962" w:rsidRPr="00C4309E" w:rsidRDefault="00C82962" w:rsidP="001B0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09E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C82962" w:rsidRPr="005358CC" w:rsidRDefault="00C82962" w:rsidP="008B0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A6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Pr="008B0249"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8B0249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0249">
        <w:rPr>
          <w:rFonts w:ascii="Times New Roman" w:hAnsi="Times New Roman"/>
          <w:sz w:val="28"/>
          <w:szCs w:val="28"/>
        </w:rPr>
        <w:t>Думы</w:t>
      </w:r>
      <w:r>
        <w:rPr>
          <w:rFonts w:ascii="Times New Roman" w:hAnsi="Times New Roman"/>
          <w:sz w:val="28"/>
          <w:szCs w:val="28"/>
        </w:rPr>
        <w:t xml:space="preserve"> Соликамского городского округа </w:t>
      </w:r>
      <w:r w:rsidRPr="008B0249">
        <w:rPr>
          <w:rFonts w:ascii="Times New Roman" w:hAnsi="Times New Roman"/>
          <w:sz w:val="28"/>
          <w:szCs w:val="28"/>
        </w:rPr>
        <w:t>от 31</w:t>
      </w:r>
      <w:r>
        <w:rPr>
          <w:rFonts w:ascii="Times New Roman" w:hAnsi="Times New Roman"/>
          <w:sz w:val="28"/>
          <w:szCs w:val="28"/>
        </w:rPr>
        <w:t xml:space="preserve"> июля </w:t>
      </w:r>
      <w:smartTag w:uri="urn:schemas-microsoft-com:office:smarttags" w:element="metricconverter">
        <w:smartTagPr>
          <w:attr w:name="ProductID" w:val="2024 г"/>
        </w:smartTagPr>
        <w:r w:rsidRPr="008B0249">
          <w:rPr>
            <w:rFonts w:ascii="Times New Roman" w:hAnsi="Times New Roman"/>
            <w:sz w:val="28"/>
            <w:szCs w:val="28"/>
          </w:rPr>
          <w:t>2024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Pr="008B0249">
        <w:rPr>
          <w:rFonts w:ascii="Times New Roman" w:hAnsi="Times New Roman"/>
          <w:sz w:val="28"/>
          <w:szCs w:val="28"/>
        </w:rPr>
        <w:t xml:space="preserve"> № 511</w:t>
      </w:r>
      <w:r>
        <w:rPr>
          <w:rFonts w:ascii="Times New Roman" w:hAnsi="Times New Roman"/>
          <w:sz w:val="28"/>
          <w:szCs w:val="28"/>
        </w:rPr>
        <w:t xml:space="preserve"> «О снижении размера части прибыли Соликамского МУП «Теплоэнерго», остающейся после уплаты налогов и иных обязательных платежей и подлежащей перечислению в бюджет Соликамского городского округа за 2023 год» следующее изменение:</w:t>
      </w:r>
    </w:p>
    <w:p w:rsidR="00C82962" w:rsidRDefault="00C82962" w:rsidP="00977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пункте 1 слова «10%» заменить словами «0,1%».</w:t>
      </w:r>
    </w:p>
    <w:p w:rsidR="00C82962" w:rsidRPr="005815D2" w:rsidRDefault="00C82962" w:rsidP="00CB7E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2. </w:t>
      </w:r>
      <w:r w:rsidRPr="00C4309E">
        <w:rPr>
          <w:rFonts w:ascii="Times New Roman" w:hAnsi="Times New Roman"/>
          <w:sz w:val="28"/>
          <w:szCs w:val="20"/>
        </w:rPr>
        <w:t xml:space="preserve">Настоящее решение вступает в силу после его </w:t>
      </w:r>
      <w:r w:rsidRPr="00204FFD">
        <w:rPr>
          <w:rFonts w:ascii="Times New Roman" w:hAnsi="Times New Roman"/>
          <w:sz w:val="28"/>
          <w:szCs w:val="20"/>
        </w:rPr>
        <w:t>официального обнародования</w:t>
      </w:r>
      <w:r>
        <w:rPr>
          <w:rFonts w:ascii="Times New Roman" w:hAnsi="Times New Roman"/>
          <w:sz w:val="28"/>
          <w:szCs w:val="20"/>
        </w:rPr>
        <w:t xml:space="preserve"> в газете «Соликамский рабочий».</w:t>
      </w:r>
    </w:p>
    <w:p w:rsidR="00C82962" w:rsidRDefault="00C82962" w:rsidP="00AE4968">
      <w:pPr>
        <w:spacing w:before="480" w:after="0" w:line="240" w:lineRule="exact"/>
        <w:rPr>
          <w:rFonts w:ascii="Times New Roman" w:hAnsi="Times New Roman"/>
          <w:sz w:val="28"/>
          <w:szCs w:val="28"/>
          <w:lang w:eastAsia="en-US"/>
        </w:rPr>
      </w:pPr>
      <w:r w:rsidRPr="00C4309E">
        <w:rPr>
          <w:rFonts w:ascii="Times New Roman" w:hAnsi="Times New Roman"/>
          <w:sz w:val="28"/>
          <w:szCs w:val="28"/>
          <w:lang w:eastAsia="en-US"/>
        </w:rPr>
        <w:t>Председатель Думы</w:t>
      </w:r>
      <w:r w:rsidRPr="00C4309E"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Г</w:t>
      </w:r>
      <w:r w:rsidRPr="00C4309E">
        <w:rPr>
          <w:rFonts w:ascii="Times New Roman" w:hAnsi="Times New Roman"/>
          <w:sz w:val="28"/>
          <w:szCs w:val="28"/>
          <w:lang w:eastAsia="en-US"/>
        </w:rPr>
        <w:t>лав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 w:rsidRPr="00C4309E">
        <w:rPr>
          <w:rFonts w:ascii="Times New Roman" w:hAnsi="Times New Roman"/>
          <w:sz w:val="28"/>
          <w:szCs w:val="28"/>
          <w:lang w:eastAsia="en-US"/>
        </w:rPr>
        <w:t xml:space="preserve"> городского округа -</w:t>
      </w:r>
    </w:p>
    <w:p w:rsidR="00C82962" w:rsidRPr="00C4309E" w:rsidRDefault="00C82962" w:rsidP="00C34D4A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Соликамского городского округа                   </w:t>
      </w:r>
      <w:r w:rsidRPr="00C4309E">
        <w:rPr>
          <w:rFonts w:ascii="Times New Roman" w:hAnsi="Times New Roman"/>
          <w:sz w:val="28"/>
          <w:szCs w:val="28"/>
          <w:lang w:eastAsia="en-US"/>
        </w:rPr>
        <w:t>глав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 w:rsidRPr="00C4309E">
        <w:rPr>
          <w:rFonts w:ascii="Times New Roman" w:hAnsi="Times New Roman"/>
          <w:sz w:val="28"/>
          <w:szCs w:val="28"/>
          <w:lang w:eastAsia="en-US"/>
        </w:rPr>
        <w:t xml:space="preserve"> администрации</w:t>
      </w:r>
    </w:p>
    <w:p w:rsidR="00C82962" w:rsidRDefault="00C82962" w:rsidP="00AE4968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 xml:space="preserve">                                                                  Соликамского </w:t>
      </w:r>
      <w:r w:rsidRPr="00C4309E">
        <w:rPr>
          <w:rFonts w:ascii="Times New Roman" w:hAnsi="Times New Roman"/>
          <w:sz w:val="28"/>
          <w:szCs w:val="28"/>
          <w:lang w:eastAsia="en-US"/>
        </w:rPr>
        <w:t>городского округа</w:t>
      </w:r>
    </w:p>
    <w:p w:rsidR="00C82962" w:rsidRPr="00C4309E" w:rsidRDefault="00C82962" w:rsidP="00AE4968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</w:t>
      </w:r>
    </w:p>
    <w:p w:rsidR="00C82962" w:rsidRDefault="00C82962" w:rsidP="00932FC6">
      <w:pPr>
        <w:spacing w:after="0" w:line="240" w:lineRule="exac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  <w:t>И.Г. Мингазеев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  <w:t xml:space="preserve">                                         А.А. Русанов</w:t>
      </w:r>
    </w:p>
    <w:p w:rsidR="00C82962" w:rsidRDefault="00C82962" w:rsidP="001A596D">
      <w:pPr>
        <w:spacing w:after="0" w:line="240" w:lineRule="exact"/>
        <w:rPr>
          <w:rFonts w:ascii="Times New Roman" w:hAnsi="Times New Roman"/>
          <w:sz w:val="24"/>
          <w:szCs w:val="24"/>
          <w:lang w:eastAsia="en-US"/>
        </w:rPr>
      </w:pPr>
    </w:p>
    <w:sectPr w:rsidR="00C82962" w:rsidSect="00A9752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09E"/>
    <w:rsid w:val="00046453"/>
    <w:rsid w:val="00050E94"/>
    <w:rsid w:val="00077B2F"/>
    <w:rsid w:val="000878D2"/>
    <w:rsid w:val="00090E8C"/>
    <w:rsid w:val="000B5212"/>
    <w:rsid w:val="000C2A6A"/>
    <w:rsid w:val="000C36F8"/>
    <w:rsid w:val="000C6A6C"/>
    <w:rsid w:val="000F76A7"/>
    <w:rsid w:val="00100406"/>
    <w:rsid w:val="0010668A"/>
    <w:rsid w:val="00124AC3"/>
    <w:rsid w:val="00126A33"/>
    <w:rsid w:val="00153D78"/>
    <w:rsid w:val="00173E55"/>
    <w:rsid w:val="001A37E9"/>
    <w:rsid w:val="001A596D"/>
    <w:rsid w:val="001A68A2"/>
    <w:rsid w:val="001B03FD"/>
    <w:rsid w:val="001B0DEC"/>
    <w:rsid w:val="001B5DDA"/>
    <w:rsid w:val="001C53C4"/>
    <w:rsid w:val="001C57A0"/>
    <w:rsid w:val="00204FFD"/>
    <w:rsid w:val="00226929"/>
    <w:rsid w:val="00255D74"/>
    <w:rsid w:val="00264577"/>
    <w:rsid w:val="00265A4C"/>
    <w:rsid w:val="00270D6E"/>
    <w:rsid w:val="0028393E"/>
    <w:rsid w:val="002A135F"/>
    <w:rsid w:val="002A65A4"/>
    <w:rsid w:val="002B4E0E"/>
    <w:rsid w:val="002C573D"/>
    <w:rsid w:val="002D72F4"/>
    <w:rsid w:val="002F0B7D"/>
    <w:rsid w:val="002F184E"/>
    <w:rsid w:val="00311E94"/>
    <w:rsid w:val="003250ED"/>
    <w:rsid w:val="00345EF6"/>
    <w:rsid w:val="00374030"/>
    <w:rsid w:val="00374117"/>
    <w:rsid w:val="00380489"/>
    <w:rsid w:val="00391034"/>
    <w:rsid w:val="003976C9"/>
    <w:rsid w:val="003A5759"/>
    <w:rsid w:val="003C1F07"/>
    <w:rsid w:val="003F0C28"/>
    <w:rsid w:val="003F50AC"/>
    <w:rsid w:val="004206C5"/>
    <w:rsid w:val="00427316"/>
    <w:rsid w:val="004334CD"/>
    <w:rsid w:val="00455BF5"/>
    <w:rsid w:val="004676FC"/>
    <w:rsid w:val="00470153"/>
    <w:rsid w:val="0048448F"/>
    <w:rsid w:val="004A4977"/>
    <w:rsid w:val="004A7212"/>
    <w:rsid w:val="004B098E"/>
    <w:rsid w:val="004B2F1F"/>
    <w:rsid w:val="004E7D54"/>
    <w:rsid w:val="00510AAC"/>
    <w:rsid w:val="00523817"/>
    <w:rsid w:val="005358CC"/>
    <w:rsid w:val="005646D8"/>
    <w:rsid w:val="005813B7"/>
    <w:rsid w:val="005815D2"/>
    <w:rsid w:val="005826AD"/>
    <w:rsid w:val="00583C57"/>
    <w:rsid w:val="005940CA"/>
    <w:rsid w:val="005A0EA4"/>
    <w:rsid w:val="005A5906"/>
    <w:rsid w:val="005C71CE"/>
    <w:rsid w:val="005E40AC"/>
    <w:rsid w:val="005F1632"/>
    <w:rsid w:val="00604671"/>
    <w:rsid w:val="00614498"/>
    <w:rsid w:val="006542D3"/>
    <w:rsid w:val="00655442"/>
    <w:rsid w:val="00667599"/>
    <w:rsid w:val="00667B70"/>
    <w:rsid w:val="00670AF6"/>
    <w:rsid w:val="0068639E"/>
    <w:rsid w:val="00692127"/>
    <w:rsid w:val="006A52A9"/>
    <w:rsid w:val="006C0A84"/>
    <w:rsid w:val="006C18FB"/>
    <w:rsid w:val="006C7437"/>
    <w:rsid w:val="006D13E9"/>
    <w:rsid w:val="006E7D0E"/>
    <w:rsid w:val="007012EF"/>
    <w:rsid w:val="00705557"/>
    <w:rsid w:val="00715604"/>
    <w:rsid w:val="00727C5A"/>
    <w:rsid w:val="00790936"/>
    <w:rsid w:val="007916E2"/>
    <w:rsid w:val="007D73D4"/>
    <w:rsid w:val="007E1C4E"/>
    <w:rsid w:val="007E76FE"/>
    <w:rsid w:val="008015D1"/>
    <w:rsid w:val="0080755B"/>
    <w:rsid w:val="008175C4"/>
    <w:rsid w:val="00831913"/>
    <w:rsid w:val="008400CB"/>
    <w:rsid w:val="008B0249"/>
    <w:rsid w:val="008C0557"/>
    <w:rsid w:val="008C31BB"/>
    <w:rsid w:val="008D2164"/>
    <w:rsid w:val="008E71F6"/>
    <w:rsid w:val="008F1FAF"/>
    <w:rsid w:val="00905E11"/>
    <w:rsid w:val="009109AB"/>
    <w:rsid w:val="00932FC6"/>
    <w:rsid w:val="009568CF"/>
    <w:rsid w:val="00960679"/>
    <w:rsid w:val="009722B1"/>
    <w:rsid w:val="00977430"/>
    <w:rsid w:val="00986CD7"/>
    <w:rsid w:val="009967CE"/>
    <w:rsid w:val="009A68CD"/>
    <w:rsid w:val="009C736C"/>
    <w:rsid w:val="009D0232"/>
    <w:rsid w:val="009D7892"/>
    <w:rsid w:val="009D797E"/>
    <w:rsid w:val="009E7EB1"/>
    <w:rsid w:val="009F076F"/>
    <w:rsid w:val="009F1572"/>
    <w:rsid w:val="00A00607"/>
    <w:rsid w:val="00A03E8C"/>
    <w:rsid w:val="00A12CBB"/>
    <w:rsid w:val="00A1459D"/>
    <w:rsid w:val="00A273F3"/>
    <w:rsid w:val="00A32807"/>
    <w:rsid w:val="00A4556D"/>
    <w:rsid w:val="00A51186"/>
    <w:rsid w:val="00A65962"/>
    <w:rsid w:val="00A77859"/>
    <w:rsid w:val="00A8116B"/>
    <w:rsid w:val="00A9752C"/>
    <w:rsid w:val="00AB6099"/>
    <w:rsid w:val="00AE1DA2"/>
    <w:rsid w:val="00AE4968"/>
    <w:rsid w:val="00B139AC"/>
    <w:rsid w:val="00B34E77"/>
    <w:rsid w:val="00B7146B"/>
    <w:rsid w:val="00B73654"/>
    <w:rsid w:val="00BA1A5B"/>
    <w:rsid w:val="00BC3409"/>
    <w:rsid w:val="00BE774D"/>
    <w:rsid w:val="00C34D4A"/>
    <w:rsid w:val="00C4309E"/>
    <w:rsid w:val="00C475CB"/>
    <w:rsid w:val="00C54572"/>
    <w:rsid w:val="00C82962"/>
    <w:rsid w:val="00CA22B4"/>
    <w:rsid w:val="00CB293C"/>
    <w:rsid w:val="00CB7EDB"/>
    <w:rsid w:val="00CF3D33"/>
    <w:rsid w:val="00CF64E1"/>
    <w:rsid w:val="00D1455C"/>
    <w:rsid w:val="00D350E5"/>
    <w:rsid w:val="00D4149B"/>
    <w:rsid w:val="00D54A2A"/>
    <w:rsid w:val="00D724F8"/>
    <w:rsid w:val="00D87DC4"/>
    <w:rsid w:val="00D93DA3"/>
    <w:rsid w:val="00DC7662"/>
    <w:rsid w:val="00DF1A8E"/>
    <w:rsid w:val="00E213C2"/>
    <w:rsid w:val="00E30A94"/>
    <w:rsid w:val="00E34186"/>
    <w:rsid w:val="00E4059E"/>
    <w:rsid w:val="00E43722"/>
    <w:rsid w:val="00E56C98"/>
    <w:rsid w:val="00E817E7"/>
    <w:rsid w:val="00E95CC1"/>
    <w:rsid w:val="00EB31D4"/>
    <w:rsid w:val="00EB5AB1"/>
    <w:rsid w:val="00EC08CD"/>
    <w:rsid w:val="00EF0F8E"/>
    <w:rsid w:val="00EF3C42"/>
    <w:rsid w:val="00EF7B20"/>
    <w:rsid w:val="00F0231F"/>
    <w:rsid w:val="00F14FCC"/>
    <w:rsid w:val="00F630D8"/>
    <w:rsid w:val="00F73E94"/>
    <w:rsid w:val="00F76542"/>
    <w:rsid w:val="00F90F63"/>
    <w:rsid w:val="00FA14BB"/>
    <w:rsid w:val="00FA17FA"/>
    <w:rsid w:val="00FC57FB"/>
    <w:rsid w:val="00FD12F2"/>
    <w:rsid w:val="00FE6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67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C57A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EC08C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C08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C08CD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C08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C08CD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EC08C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08CD"/>
    <w:rPr>
      <w:rFonts w:ascii="Tahoma" w:hAnsi="Tahoma"/>
      <w:sz w:val="16"/>
    </w:rPr>
  </w:style>
  <w:style w:type="table" w:styleId="TableGrid">
    <w:name w:val="Table Grid"/>
    <w:basedOn w:val="TableNormal"/>
    <w:uiPriority w:val="99"/>
    <w:locked/>
    <w:rsid w:val="003740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307</Words>
  <Characters>1751</Characters>
  <Application>Microsoft Office Outlook</Application>
  <DocSecurity>0</DocSecurity>
  <Lines>0</Lines>
  <Paragraphs>0</Paragraphs>
  <ScaleCrop>false</ScaleCrop>
  <Company>AdmSolkam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Новосельцев Станислав Валерьевич</dc:creator>
  <cp:keywords/>
  <dc:description/>
  <cp:lastModifiedBy>User</cp:lastModifiedBy>
  <cp:revision>5</cp:revision>
  <cp:lastPrinted>2024-07-16T09:16:00Z</cp:lastPrinted>
  <dcterms:created xsi:type="dcterms:W3CDTF">2024-10-14T10:56:00Z</dcterms:created>
  <dcterms:modified xsi:type="dcterms:W3CDTF">2024-11-22T03:21:00Z</dcterms:modified>
</cp:coreProperties>
</file>